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EA3" w:rsidRDefault="00774EA3" w:rsidP="00AD697C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Приложение №10</w:t>
      </w:r>
      <w:bookmarkStart w:id="0" w:name="_GoBack"/>
      <w:bookmarkEnd w:id="0"/>
    </w:p>
    <w:p w:rsidR="00774EA3" w:rsidRDefault="00774EA3" w:rsidP="00AD697C">
      <w:pPr>
        <w:adjustRightInd w:val="0"/>
        <w:spacing w:line="134" w:lineRule="atLeast"/>
        <w:jc w:val="right"/>
        <w:textAlignment w:val="center"/>
        <w:rPr>
          <w:bCs/>
          <w:lang w:eastAsia="ar-SA"/>
        </w:rPr>
      </w:pPr>
      <w:r>
        <w:rPr>
          <w:bCs/>
        </w:rPr>
        <w:t>к Решению Совета депутатов</w:t>
      </w:r>
    </w:p>
    <w:p w:rsidR="00774EA3" w:rsidRDefault="00774EA3" w:rsidP="00AD697C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Истринского муниципального района</w:t>
      </w:r>
    </w:p>
    <w:p w:rsidR="00774EA3" w:rsidRDefault="00774EA3" w:rsidP="00AD697C">
      <w:pPr>
        <w:adjustRightInd w:val="0"/>
        <w:spacing w:line="134" w:lineRule="atLeast"/>
        <w:jc w:val="right"/>
        <w:textAlignment w:val="center"/>
        <w:rPr>
          <w:bCs/>
        </w:rPr>
      </w:pPr>
      <w:r>
        <w:rPr>
          <w:bCs/>
        </w:rPr>
        <w:t>Московской области</w:t>
      </w:r>
    </w:p>
    <w:p w:rsidR="00774EA3" w:rsidRDefault="00774EA3" w:rsidP="00AD697C">
      <w:pPr>
        <w:keepNext/>
        <w:jc w:val="right"/>
        <w:outlineLvl w:val="2"/>
        <w:rPr>
          <w:b/>
          <w:bCs/>
        </w:rPr>
      </w:pPr>
      <w:r>
        <w:rPr>
          <w:bCs/>
        </w:rPr>
        <w:t>от 09.10.2015 г. № 1/9</w:t>
      </w:r>
    </w:p>
    <w:p w:rsidR="00774EA3" w:rsidRPr="00EB7874" w:rsidRDefault="00774EA3" w:rsidP="00AD697C">
      <w:pPr>
        <w:ind w:left="5387"/>
        <w:jc w:val="center"/>
        <w:outlineLvl w:val="0"/>
      </w:pPr>
      <w:r>
        <w:t xml:space="preserve">     </w:t>
      </w:r>
    </w:p>
    <w:p w:rsidR="00774EA3" w:rsidRPr="00461759" w:rsidRDefault="00774EA3" w:rsidP="008B5C39">
      <w:pPr>
        <w:pStyle w:val="Heading3"/>
        <w:ind w:left="993" w:right="1417"/>
        <w:jc w:val="center"/>
        <w:rPr>
          <w:rFonts w:ascii="Times New Roman" w:hAnsi="Times New Roman"/>
        </w:rPr>
      </w:pPr>
      <w:r w:rsidRPr="00461759">
        <w:rPr>
          <w:rFonts w:ascii="Times New Roman" w:hAnsi="Times New Roman"/>
        </w:rPr>
        <w:t>ПЕРЕЧЕНЬ</w:t>
      </w:r>
    </w:p>
    <w:p w:rsidR="00774EA3" w:rsidRDefault="00774EA3" w:rsidP="008B5C39">
      <w:pPr>
        <w:ind w:left="993" w:right="1417"/>
        <w:jc w:val="center"/>
        <w:rPr>
          <w:b/>
        </w:rPr>
      </w:pPr>
      <w:r>
        <w:rPr>
          <w:b/>
        </w:rPr>
        <w:t xml:space="preserve">имущества, находящегося в муниципальной собственности сельского поселения </w:t>
      </w:r>
      <w:r w:rsidRPr="006F204D">
        <w:rPr>
          <w:b/>
        </w:rPr>
        <w:t>Ядроминское</w:t>
      </w:r>
      <w:r>
        <w:rPr>
          <w:b/>
        </w:rPr>
        <w:t xml:space="preserve"> </w:t>
      </w:r>
    </w:p>
    <w:p w:rsidR="00774EA3" w:rsidRDefault="00774EA3" w:rsidP="008B5C39">
      <w:pPr>
        <w:ind w:left="1134" w:right="1417"/>
        <w:jc w:val="center"/>
        <w:rPr>
          <w:b/>
        </w:rPr>
      </w:pPr>
      <w:r>
        <w:rPr>
          <w:b/>
        </w:rPr>
        <w:t>и подлежащего передаче в муниципальную собственность муниципального образования «Истринский муниципальный район Московской области»</w:t>
      </w:r>
    </w:p>
    <w:p w:rsidR="00774EA3" w:rsidRDefault="00774EA3" w:rsidP="008B5C39">
      <w:pPr>
        <w:ind w:left="1134" w:right="1417"/>
        <w:jc w:val="center"/>
        <w:rPr>
          <w:b/>
        </w:rPr>
      </w:pPr>
    </w:p>
    <w:p w:rsidR="00774EA3" w:rsidRPr="00A94031" w:rsidRDefault="00774EA3" w:rsidP="008B5C39">
      <w:pPr>
        <w:tabs>
          <w:tab w:val="left" w:pos="2835"/>
        </w:tabs>
        <w:ind w:right="4960"/>
      </w:pPr>
      <w:r>
        <w:t>Недвижимое имущество</w:t>
      </w:r>
    </w:p>
    <w:p w:rsidR="00774EA3" w:rsidRDefault="00774EA3" w:rsidP="008B5C39">
      <w:pPr>
        <w:jc w:val="center"/>
        <w:rPr>
          <w:b/>
        </w:rPr>
      </w:pPr>
    </w:p>
    <w:tbl>
      <w:tblPr>
        <w:tblW w:w="10357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"/>
        <w:gridCol w:w="833"/>
        <w:gridCol w:w="79"/>
        <w:gridCol w:w="2340"/>
        <w:gridCol w:w="8"/>
        <w:gridCol w:w="14"/>
        <w:gridCol w:w="3477"/>
        <w:gridCol w:w="8"/>
        <w:gridCol w:w="3551"/>
      </w:tblGrid>
      <w:tr w:rsidR="00774EA3" w:rsidTr="002F2B62">
        <w:trPr>
          <w:trHeight w:val="916"/>
        </w:trPr>
        <w:tc>
          <w:tcPr>
            <w:tcW w:w="880" w:type="dxa"/>
            <w:gridSpan w:val="2"/>
          </w:tcPr>
          <w:p w:rsidR="00774EA3" w:rsidRDefault="00774EA3" w:rsidP="008B5C39">
            <w:pPr>
              <w:jc w:val="center"/>
            </w:pPr>
          </w:p>
          <w:p w:rsidR="00774EA3" w:rsidRDefault="00774EA3" w:rsidP="008B5C39">
            <w:pPr>
              <w:jc w:val="center"/>
            </w:pPr>
            <w:r>
              <w:t>№</w:t>
            </w:r>
          </w:p>
          <w:p w:rsidR="00774EA3" w:rsidRDefault="00774EA3" w:rsidP="008B5C39">
            <w:pPr>
              <w:jc w:val="center"/>
            </w:pPr>
            <w:r>
              <w:t>п/п</w:t>
            </w:r>
          </w:p>
        </w:tc>
        <w:tc>
          <w:tcPr>
            <w:tcW w:w="2419" w:type="dxa"/>
            <w:gridSpan w:val="2"/>
          </w:tcPr>
          <w:p w:rsidR="00774EA3" w:rsidRDefault="00774EA3" w:rsidP="008B5C39">
            <w:pPr>
              <w:jc w:val="center"/>
            </w:pPr>
            <w:r>
              <w:t>Наименование</w:t>
            </w:r>
          </w:p>
          <w:p w:rsidR="00774EA3" w:rsidRDefault="00774EA3" w:rsidP="008B5C39">
            <w:pPr>
              <w:jc w:val="center"/>
            </w:pPr>
            <w:r>
              <w:t>объекта</w:t>
            </w:r>
          </w:p>
        </w:tc>
        <w:tc>
          <w:tcPr>
            <w:tcW w:w="3499" w:type="dxa"/>
            <w:gridSpan w:val="3"/>
          </w:tcPr>
          <w:p w:rsidR="00774EA3" w:rsidRDefault="00774EA3" w:rsidP="008B5C39">
            <w:pPr>
              <w:jc w:val="center"/>
            </w:pPr>
            <w:r>
              <w:t>Адрес</w:t>
            </w:r>
          </w:p>
          <w:p w:rsidR="00774EA3" w:rsidRDefault="00774EA3" w:rsidP="008B5C39">
            <w:pPr>
              <w:jc w:val="center"/>
            </w:pPr>
          </w:p>
        </w:tc>
        <w:tc>
          <w:tcPr>
            <w:tcW w:w="3559" w:type="dxa"/>
            <w:gridSpan w:val="2"/>
          </w:tcPr>
          <w:p w:rsidR="00774EA3" w:rsidRDefault="00774EA3" w:rsidP="008B5C39">
            <w:pPr>
              <w:jc w:val="center"/>
            </w:pPr>
            <w:r>
              <w:t>Индивидуализирующие характеристики имущества (кадастровый номер)</w:t>
            </w:r>
          </w:p>
          <w:p w:rsidR="00774EA3" w:rsidRDefault="00774EA3" w:rsidP="008B5C39">
            <w:pPr>
              <w:jc w:val="center"/>
            </w:pPr>
          </w:p>
        </w:tc>
      </w:tr>
      <w:tr w:rsidR="00774EA3" w:rsidTr="002F2B62">
        <w:trPr>
          <w:trHeight w:val="676"/>
        </w:trPr>
        <w:tc>
          <w:tcPr>
            <w:tcW w:w="880" w:type="dxa"/>
            <w:gridSpan w:val="2"/>
            <w:vAlign w:val="center"/>
          </w:tcPr>
          <w:p w:rsidR="00774EA3" w:rsidRDefault="00774EA3" w:rsidP="008B5C39">
            <w:pPr>
              <w:jc w:val="center"/>
            </w:pPr>
            <w:r>
              <w:t>1</w:t>
            </w:r>
          </w:p>
        </w:tc>
        <w:tc>
          <w:tcPr>
            <w:tcW w:w="2419" w:type="dxa"/>
            <w:gridSpan w:val="2"/>
            <w:vAlign w:val="center"/>
          </w:tcPr>
          <w:p w:rsidR="00774EA3" w:rsidRDefault="00774EA3" w:rsidP="008B5C39">
            <w:pPr>
              <w:jc w:val="center"/>
            </w:pPr>
            <w:r>
              <w:t>2</w:t>
            </w:r>
          </w:p>
        </w:tc>
        <w:tc>
          <w:tcPr>
            <w:tcW w:w="3499" w:type="dxa"/>
            <w:gridSpan w:val="3"/>
            <w:vAlign w:val="center"/>
          </w:tcPr>
          <w:p w:rsidR="00774EA3" w:rsidRDefault="00774EA3" w:rsidP="008B5C39">
            <w:pPr>
              <w:jc w:val="center"/>
            </w:pPr>
            <w:r>
              <w:t>3</w:t>
            </w:r>
          </w:p>
        </w:tc>
        <w:tc>
          <w:tcPr>
            <w:tcW w:w="3559" w:type="dxa"/>
            <w:gridSpan w:val="2"/>
            <w:vAlign w:val="center"/>
          </w:tcPr>
          <w:p w:rsidR="00774EA3" w:rsidRDefault="00774EA3" w:rsidP="008B5C39">
            <w:pPr>
              <w:jc w:val="center"/>
            </w:pPr>
            <w:r>
              <w:t>4</w:t>
            </w:r>
          </w:p>
        </w:tc>
      </w:tr>
      <w:tr w:rsidR="00774EA3" w:rsidTr="002F2B62">
        <w:trPr>
          <w:trHeight w:val="303"/>
        </w:trPr>
        <w:tc>
          <w:tcPr>
            <w:tcW w:w="10357" w:type="dxa"/>
            <w:gridSpan w:val="9"/>
            <w:vAlign w:val="center"/>
          </w:tcPr>
          <w:p w:rsidR="00774EA3" w:rsidRPr="00C9515F" w:rsidRDefault="00774EA3" w:rsidP="00D8091E">
            <w:pPr>
              <w:jc w:val="center"/>
              <w:rPr>
                <w:b/>
              </w:rPr>
            </w:pPr>
            <w:r w:rsidRPr="00C9515F">
              <w:rPr>
                <w:b/>
                <w:sz w:val="28"/>
              </w:rPr>
              <w:t>Жил</w:t>
            </w:r>
            <w:r>
              <w:rPr>
                <w:b/>
                <w:sz w:val="28"/>
              </w:rPr>
              <w:t>ищный</w:t>
            </w:r>
            <w:r w:rsidRPr="00C9515F">
              <w:rPr>
                <w:b/>
                <w:sz w:val="28"/>
              </w:rPr>
              <w:t xml:space="preserve"> фонд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1E41BE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обл., Истринский р-н, Ядроминское с/п</w:t>
            </w:r>
            <w:r w:rsidRPr="0050301E">
              <w:t xml:space="preserve">, </w:t>
            </w:r>
            <w:r>
              <w:t xml:space="preserve">д. </w:t>
            </w:r>
            <w:r w:rsidRPr="0050301E">
              <w:t>Курово</w:t>
            </w:r>
            <w:r>
              <w:t>,</w:t>
            </w:r>
            <w:r w:rsidRPr="0050301E">
              <w:t xml:space="preserve"> д</w:t>
            </w:r>
            <w:r>
              <w:t>.</w:t>
            </w:r>
            <w:r w:rsidRPr="0050301E">
              <w:t xml:space="preserve"> 11, </w:t>
            </w:r>
            <w:r>
              <w:t xml:space="preserve">кв. </w:t>
            </w:r>
            <w:r w:rsidRPr="0050301E">
              <w:t xml:space="preserve">10 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59,2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50:08:0000000:99613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1E41BE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обл., Истринский р-, Ядроминское с/п</w:t>
            </w:r>
            <w:r w:rsidRPr="0050301E">
              <w:t xml:space="preserve">, </w:t>
            </w:r>
            <w:r>
              <w:t>д. Курово</w:t>
            </w:r>
            <w:r w:rsidRPr="0050301E">
              <w:t>,</w:t>
            </w:r>
            <w:r>
              <w:t xml:space="preserve"> д.</w:t>
            </w:r>
            <w:r w:rsidRPr="0050301E">
              <w:t xml:space="preserve"> 11, </w:t>
            </w:r>
            <w:r>
              <w:t xml:space="preserve">кв. </w:t>
            </w:r>
            <w:r w:rsidRPr="0050301E">
              <w:t>12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37,4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50:08:0000000:99615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1E41BE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Ядроминское с/п</w:t>
            </w:r>
            <w:r w:rsidRPr="0050301E">
              <w:t xml:space="preserve">, </w:t>
            </w:r>
            <w:r>
              <w:t xml:space="preserve">деревня </w:t>
            </w:r>
            <w:r w:rsidRPr="0050301E">
              <w:t xml:space="preserve">Курово, </w:t>
            </w:r>
            <w:r>
              <w:t>д. 11</w:t>
            </w:r>
            <w:r w:rsidRPr="0050301E">
              <w:t>,</w:t>
            </w:r>
            <w:r>
              <w:t xml:space="preserve"> кв. </w:t>
            </w:r>
            <w:r w:rsidRPr="0050301E">
              <w:t xml:space="preserve"> 3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59,0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50:08:0000000:99617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1E41BE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обл., Истринский р-н, Ядроминское с/п</w:t>
            </w:r>
            <w:r w:rsidRPr="0050301E">
              <w:t xml:space="preserve">, </w:t>
            </w:r>
            <w:r>
              <w:t xml:space="preserve">д. </w:t>
            </w:r>
            <w:r w:rsidRPr="0050301E">
              <w:t>Курово</w:t>
            </w:r>
            <w:r>
              <w:t>,</w:t>
            </w:r>
            <w:r w:rsidRPr="0050301E">
              <w:t xml:space="preserve"> д</w:t>
            </w:r>
            <w:r>
              <w:t>.</w:t>
            </w:r>
            <w:r w:rsidRPr="0050301E">
              <w:t xml:space="preserve"> 11,</w:t>
            </w:r>
            <w:r>
              <w:t xml:space="preserve"> кв.</w:t>
            </w:r>
            <w:r w:rsidRPr="0050301E">
              <w:t xml:space="preserve"> 5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48,6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50:08:0000000:99619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1E41BE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Ядроминское с/п</w:t>
            </w:r>
            <w:r w:rsidRPr="0050301E">
              <w:t xml:space="preserve">, </w:t>
            </w:r>
            <w:r>
              <w:t xml:space="preserve">деревня </w:t>
            </w:r>
            <w:r w:rsidRPr="0050301E">
              <w:t xml:space="preserve">Курово, </w:t>
            </w:r>
            <w:r>
              <w:t xml:space="preserve">д. </w:t>
            </w:r>
            <w:r w:rsidRPr="0050301E">
              <w:t>11,</w:t>
            </w:r>
            <w:r>
              <w:t xml:space="preserve"> кв.</w:t>
            </w:r>
            <w:r w:rsidRPr="0050301E">
              <w:t xml:space="preserve"> 6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</w:t>
            </w:r>
            <w:r>
              <w:t>5</w:t>
            </w:r>
            <w:r w:rsidRPr="00E90CB6">
              <w:t>8,</w:t>
            </w:r>
            <w:r>
              <w:t>8</w:t>
            </w:r>
            <w:r w:rsidRPr="00E90CB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50:08:0000000:99620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1E41BE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обл., Истринский р-н, Ядроминское с/п</w:t>
            </w:r>
            <w:r w:rsidRPr="0050301E">
              <w:t xml:space="preserve">, </w:t>
            </w:r>
            <w:r>
              <w:t xml:space="preserve">д. </w:t>
            </w:r>
            <w:r w:rsidRPr="0050301E">
              <w:t xml:space="preserve">Курово, </w:t>
            </w:r>
            <w:r>
              <w:t xml:space="preserve">д. </w:t>
            </w:r>
            <w:r w:rsidRPr="0050301E">
              <w:t>11,</w:t>
            </w:r>
            <w:r>
              <w:t xml:space="preserve"> кв.</w:t>
            </w:r>
            <w:r w:rsidRPr="0050301E">
              <w:t xml:space="preserve"> 7 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59,1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50:08:0000000:99621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346F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с/п Ядроминское</w:t>
            </w:r>
            <w:r w:rsidRPr="0050301E">
              <w:t xml:space="preserve">, </w:t>
            </w:r>
            <w:r>
              <w:t xml:space="preserve">деревня </w:t>
            </w:r>
            <w:r w:rsidRPr="0050301E">
              <w:t>Курово,</w:t>
            </w:r>
            <w:r>
              <w:t xml:space="preserve"> </w:t>
            </w:r>
            <w:r w:rsidRPr="0050301E">
              <w:t xml:space="preserve"> 12,</w:t>
            </w:r>
            <w:r>
              <w:t xml:space="preserve"> кв.</w:t>
            </w:r>
            <w:r w:rsidRPr="0050301E">
              <w:t xml:space="preserve"> 2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41,9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50:08:0000000:105113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346F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с/п Ядроминское</w:t>
            </w:r>
            <w:r w:rsidRPr="0050301E">
              <w:t>,</w:t>
            </w:r>
            <w:r>
              <w:t xml:space="preserve"> деревня</w:t>
            </w:r>
            <w:r w:rsidRPr="0050301E">
              <w:t xml:space="preserve"> Курово</w:t>
            </w:r>
            <w:r>
              <w:t>,</w:t>
            </w:r>
            <w:r w:rsidRPr="0050301E">
              <w:t xml:space="preserve"> 12,</w:t>
            </w:r>
            <w:r>
              <w:t xml:space="preserve"> кв.</w:t>
            </w:r>
            <w:r w:rsidRPr="0050301E">
              <w:t xml:space="preserve"> 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41,9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50:08:0000000:105115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346F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с/п Ядроминское</w:t>
            </w:r>
            <w:r w:rsidRPr="0050301E">
              <w:t xml:space="preserve">, </w:t>
            </w:r>
            <w:r>
              <w:t xml:space="preserve">деревня </w:t>
            </w:r>
            <w:r w:rsidRPr="0050301E">
              <w:t>Курово, 12,</w:t>
            </w:r>
            <w:r>
              <w:t xml:space="preserve"> кв.</w:t>
            </w:r>
            <w:r w:rsidRPr="0050301E">
              <w:t xml:space="preserve"> 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54,2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50:08:0000000:105119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461319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Ядроминское с/п</w:t>
            </w:r>
            <w:r w:rsidRPr="0050301E">
              <w:t xml:space="preserve">, </w:t>
            </w:r>
            <w:r>
              <w:t xml:space="preserve">деревня </w:t>
            </w:r>
            <w:r w:rsidRPr="0050301E">
              <w:t>Курово, 1</w:t>
            </w:r>
            <w:r>
              <w:t>3, кв. 1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54,9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50:08:0000000:108093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461319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Ядроминское с/п</w:t>
            </w:r>
            <w:r w:rsidRPr="0050301E">
              <w:t xml:space="preserve">, </w:t>
            </w:r>
            <w:r>
              <w:t xml:space="preserve">деревня </w:t>
            </w:r>
            <w:r w:rsidRPr="0050301E">
              <w:t>Курово, 1</w:t>
            </w:r>
            <w:r>
              <w:t>3</w:t>
            </w:r>
            <w:r w:rsidRPr="0050301E">
              <w:t xml:space="preserve">, </w:t>
            </w:r>
            <w:r>
              <w:t>кв.</w:t>
            </w:r>
            <w:r w:rsidRPr="0050301E">
              <w:t xml:space="preserve">2 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41,9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50:08:0000000:108094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сельское поселение Ядроминское</w:t>
            </w:r>
            <w:r w:rsidRPr="0050301E">
              <w:t>,</w:t>
            </w:r>
            <w:r>
              <w:t xml:space="preserve"> деревня</w:t>
            </w:r>
            <w:r w:rsidRPr="0050301E">
              <w:t xml:space="preserve"> Курово, </w:t>
            </w:r>
            <w:r>
              <w:t xml:space="preserve">дом </w:t>
            </w:r>
            <w:r w:rsidRPr="0050301E">
              <w:t>1</w:t>
            </w:r>
            <w:r>
              <w:t>3</w:t>
            </w:r>
            <w:r w:rsidRPr="0050301E">
              <w:t xml:space="preserve">, </w:t>
            </w:r>
            <w:r>
              <w:t>кв.3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54,</w:t>
            </w:r>
            <w:r>
              <w:t>9</w:t>
            </w:r>
            <w:r w:rsidRPr="00E90CB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50:08:0000000:108095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Ядроминское с/п</w:t>
            </w:r>
            <w:r w:rsidRPr="0050301E">
              <w:t xml:space="preserve">, </w:t>
            </w:r>
            <w:r>
              <w:t xml:space="preserve">д. </w:t>
            </w:r>
            <w:r w:rsidRPr="0050301E">
              <w:t xml:space="preserve">Курово, </w:t>
            </w:r>
            <w:r>
              <w:t xml:space="preserve">д. </w:t>
            </w:r>
            <w:r w:rsidRPr="0050301E">
              <w:t>1</w:t>
            </w:r>
            <w:r>
              <w:t>3</w:t>
            </w:r>
            <w:r w:rsidRPr="0050301E">
              <w:t>,</w:t>
            </w:r>
            <w:r>
              <w:t xml:space="preserve"> кв.</w:t>
            </w:r>
            <w:r w:rsidRPr="0050301E">
              <w:t xml:space="preserve"> 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42,0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50:08:0000000:108096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50301E" w:rsidRDefault="00774EA3" w:rsidP="008B5C39">
            <w:r>
              <w:t>Московская область, Истринский район, сельское поселение Ядроминское</w:t>
            </w:r>
            <w:r w:rsidRPr="0050301E">
              <w:t xml:space="preserve">, </w:t>
            </w:r>
            <w:r>
              <w:t xml:space="preserve">д. </w:t>
            </w:r>
            <w:r w:rsidRPr="0050301E">
              <w:t xml:space="preserve">Курово, </w:t>
            </w:r>
            <w:r>
              <w:t xml:space="preserve">дом </w:t>
            </w:r>
            <w:r w:rsidRPr="0050301E">
              <w:t>1</w:t>
            </w:r>
            <w:r>
              <w:t>3</w:t>
            </w:r>
            <w:r w:rsidRPr="0050301E">
              <w:t>,</w:t>
            </w:r>
            <w:r>
              <w:t xml:space="preserve"> кв.</w:t>
            </w:r>
            <w:r w:rsidRPr="0050301E">
              <w:t xml:space="preserve"> 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43,9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50:08:0000000:108099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сельское поселение Ядроминское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</w:t>
            </w:r>
            <w:r>
              <w:t xml:space="preserve">ом </w:t>
            </w:r>
            <w:r w:rsidRPr="002727B5">
              <w:t>22, кв. 10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51,8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50:08:0000000:109723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</w:t>
            </w:r>
            <w:r>
              <w:t xml:space="preserve">ом </w:t>
            </w:r>
            <w:r w:rsidRPr="002727B5">
              <w:t xml:space="preserve">22, кв. 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34,5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50:08:0000000:109733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сельское поселение Ядроминское, д. Савельево, дом 22, кв. 24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65,</w:t>
            </w:r>
            <w:r>
              <w:t>0</w:t>
            </w:r>
            <w:r w:rsidRPr="00E90CB6">
              <w:t>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50:08:0000000:109738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</w:t>
            </w:r>
            <w:r>
              <w:t xml:space="preserve">ом </w:t>
            </w:r>
            <w:r w:rsidRPr="002727B5">
              <w:t xml:space="preserve">22, кв. </w:t>
            </w:r>
            <w:r>
              <w:t>27</w:t>
            </w:r>
          </w:p>
        </w:tc>
        <w:tc>
          <w:tcPr>
            <w:tcW w:w="3559" w:type="dxa"/>
            <w:gridSpan w:val="2"/>
          </w:tcPr>
          <w:p w:rsidR="00774EA3" w:rsidRPr="00E90CB6" w:rsidRDefault="00774EA3" w:rsidP="008B5C39">
            <w:r>
              <w:t>Общая площадь-</w:t>
            </w:r>
            <w:r w:rsidRPr="00E90CB6">
              <w:t xml:space="preserve"> 65,1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50:08:0000000:109741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с/п, д. Савельево, дом 22, кв. 3</w:t>
            </w:r>
          </w:p>
        </w:tc>
        <w:tc>
          <w:tcPr>
            <w:tcW w:w="3559" w:type="dxa"/>
            <w:gridSpan w:val="2"/>
          </w:tcPr>
          <w:p w:rsidR="00774EA3" w:rsidRPr="007912C7" w:rsidRDefault="00774EA3" w:rsidP="008B5C39">
            <w:r>
              <w:t>Общая площадь-</w:t>
            </w:r>
            <w:r w:rsidRPr="007912C7">
              <w:t xml:space="preserve"> 51,7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50:08:0000000:109742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д.22, кв. </w:t>
            </w:r>
            <w:r>
              <w:t>9</w:t>
            </w:r>
          </w:p>
        </w:tc>
        <w:tc>
          <w:tcPr>
            <w:tcW w:w="3559" w:type="dxa"/>
            <w:gridSpan w:val="2"/>
          </w:tcPr>
          <w:p w:rsidR="00774EA3" w:rsidRPr="007912C7" w:rsidRDefault="00774EA3" w:rsidP="008B5C39">
            <w:r>
              <w:t>Общая площадь-</w:t>
            </w:r>
            <w:r w:rsidRPr="007912C7">
              <w:t xml:space="preserve"> 51,6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50:08:0000000:109748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87</w:t>
            </w:r>
            <w:r w:rsidRPr="002727B5">
              <w:t xml:space="preserve">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7912C7" w:rsidRDefault="00774EA3" w:rsidP="008B5C39">
            <w:r>
              <w:t>Общая площадь-</w:t>
            </w:r>
            <w:r w:rsidRPr="007912C7">
              <w:t xml:space="preserve"> 53,2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50:08:0070102:210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87</w:t>
            </w:r>
            <w:r w:rsidRPr="002727B5">
              <w:t xml:space="preserve">, кв. 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Pr="007912C7" w:rsidRDefault="00774EA3" w:rsidP="008B5C39">
            <w:r>
              <w:t>Общая площадь-</w:t>
            </w:r>
            <w:r w:rsidRPr="007912C7">
              <w:t xml:space="preserve"> 41,8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50:08:0070102:211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87</w:t>
            </w:r>
            <w:r w:rsidRPr="002727B5">
              <w:t xml:space="preserve">, кв. 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7912C7" w:rsidRDefault="00774EA3" w:rsidP="008B5C39">
            <w:r>
              <w:t>Общая площадь-</w:t>
            </w:r>
            <w:r w:rsidRPr="007912C7">
              <w:t xml:space="preserve"> 53,</w:t>
            </w:r>
            <w:r>
              <w:t>9</w:t>
            </w:r>
            <w:r w:rsidRPr="007912C7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50:08:0070102:213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87</w:t>
            </w:r>
            <w:r w:rsidRPr="002727B5">
              <w:t xml:space="preserve">, кв. 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7912C7" w:rsidRDefault="00774EA3" w:rsidP="008B5C39">
            <w:r>
              <w:t>Общая площадь-</w:t>
            </w:r>
            <w:r w:rsidRPr="007912C7">
              <w:t xml:space="preserve"> 41,9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50:08:0070102:214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87</w:t>
            </w:r>
            <w:r w:rsidRPr="002727B5">
              <w:t xml:space="preserve">, кв. 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52,2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50:08:0070102:215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89</w:t>
            </w:r>
            <w:r w:rsidRPr="002727B5">
              <w:t>, кв. 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38,6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50:08:0070102:220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89</w:t>
            </w:r>
            <w:r w:rsidRPr="002727B5">
              <w:t>, кв. 10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40,4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50:08:0070102:221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89</w:t>
            </w:r>
            <w:r w:rsidRPr="002727B5">
              <w:t>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40,5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50:08:0070102:222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89</w:t>
            </w:r>
            <w:r w:rsidRPr="002727B5">
              <w:t xml:space="preserve">, кв. 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49,1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50:08:0070102:228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89</w:t>
            </w:r>
            <w:r w:rsidRPr="002727B5">
              <w:t xml:space="preserve">, кв. 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49,5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50:08:0070102:232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</w:t>
            </w:r>
            <w:r>
              <w:t>,</w:t>
            </w:r>
            <w:r w:rsidRPr="002727B5">
              <w:t xml:space="preserve"> д.</w:t>
            </w:r>
            <w:r>
              <w:t>89</w:t>
            </w:r>
            <w:r w:rsidRPr="002727B5">
              <w:t xml:space="preserve">, кв. 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28,8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50:08:0070102:233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д. Савельево д.</w:t>
            </w:r>
            <w:r>
              <w:t>89</w:t>
            </w:r>
            <w:r w:rsidRPr="002727B5">
              <w:t xml:space="preserve">, кв. 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56,5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50:08:0070102:234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д.12, кв. 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площадь- 41,3</w:t>
            </w:r>
            <w:r w:rsidRPr="00B1584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50:08:0000000:95882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д.12,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44,5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50:08:0000000:95884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д.12, кв. 1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28,8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50:08:0000000:95889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д.12, кв. 1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41,1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50:08:0000000:95891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д.12, кв. </w:t>
            </w:r>
            <w:r>
              <w:t>2</w:t>
            </w:r>
            <w:r w:rsidRPr="002727B5">
              <w:t>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площадь- 41,2</w:t>
            </w:r>
            <w:r w:rsidRPr="00B1584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50:08:0000000:95895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4</w:t>
            </w:r>
            <w:r w:rsidRPr="002727B5">
              <w:t xml:space="preserve">, кв. 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61,2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50:08:0000000:104634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5</w:t>
            </w:r>
            <w:r w:rsidRPr="002727B5">
              <w:t>, кв. 1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40,0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50:08:0000000:92349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5</w:t>
            </w:r>
            <w:r w:rsidRPr="002727B5">
              <w:t>, кв. 1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58,1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50:08:0000000:92350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5</w:t>
            </w:r>
            <w:r w:rsidRPr="002727B5">
              <w:t>, кв. 1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40,3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50:08:0000000:92352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5</w:t>
            </w:r>
            <w:r w:rsidRPr="002727B5">
              <w:t xml:space="preserve">, кв. 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58,8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50:08:0000000:92360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6</w:t>
            </w:r>
            <w:r w:rsidRPr="002727B5">
              <w:t>, кв. 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41,3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50:08:0000000:97183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6</w:t>
            </w:r>
            <w:r w:rsidRPr="002727B5">
              <w:t>, кв. 1</w:t>
            </w:r>
            <w:r>
              <w:t>0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43,4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50:08:0000000:97184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6</w:t>
            </w:r>
            <w:r w:rsidRPr="002727B5">
              <w:t>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40,5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50:08:0000000:97185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6</w:t>
            </w:r>
            <w:r w:rsidRPr="002727B5">
              <w:t xml:space="preserve">, кв. 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</w:t>
            </w:r>
            <w:r>
              <w:t>2</w:t>
            </w:r>
            <w:r w:rsidRPr="00B15846">
              <w:t>,</w:t>
            </w:r>
            <w:r>
              <w:t>0</w:t>
            </w:r>
            <w:r w:rsidRPr="00B1584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50:08:0000000:97194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7</w:t>
            </w:r>
            <w:r w:rsidRPr="002727B5">
              <w:t>, кв. 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41,</w:t>
            </w:r>
            <w:r>
              <w:t>4</w:t>
            </w:r>
            <w:r w:rsidRPr="00B1584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50:08:0000000:91789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26B2D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7</w:t>
            </w:r>
            <w:r w:rsidRPr="002727B5">
              <w:t>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B15846" w:rsidRDefault="00774EA3" w:rsidP="008B5C39">
            <w:r>
              <w:t>Общая площадь-</w:t>
            </w:r>
            <w:r w:rsidRPr="00B15846">
              <w:t xml:space="preserve"> 40,</w:t>
            </w:r>
            <w:r>
              <w:t>6</w:t>
            </w:r>
            <w:r w:rsidRPr="00B15846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50:08:0000000:91791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7</w:t>
            </w:r>
            <w:r w:rsidRPr="002727B5">
              <w:t>, кв. 1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5</w:t>
            </w:r>
            <w:r>
              <w:t>8</w:t>
            </w:r>
            <w:r w:rsidRPr="009D6F2F">
              <w:t>,</w:t>
            </w:r>
            <w:r>
              <w:t>6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50:08:0000000:91793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 д.1</w:t>
            </w:r>
            <w:r>
              <w:t>7</w:t>
            </w:r>
            <w:r w:rsidRPr="002727B5">
              <w:t>, кв. 1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4</w:t>
            </w:r>
            <w:r>
              <w:t>0</w:t>
            </w:r>
            <w:r w:rsidRPr="009D6F2F">
              <w:t>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50:08:0000000:91795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7</w:t>
            </w:r>
            <w:r w:rsidRPr="002727B5">
              <w:t>, кв. 1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4</w:t>
            </w:r>
            <w:r>
              <w:t>1</w:t>
            </w:r>
            <w:r w:rsidRPr="009D6F2F">
              <w:t>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50:08:0000000:91796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7</w:t>
            </w:r>
            <w:r w:rsidRPr="002727B5">
              <w:t xml:space="preserve">, кв. 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52,</w:t>
            </w:r>
            <w:r>
              <w:t>3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50:08:0000000:91797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д.1</w:t>
            </w:r>
            <w:r>
              <w:t>7</w:t>
            </w:r>
            <w:r w:rsidRPr="002727B5">
              <w:t xml:space="preserve">, кв. </w:t>
            </w:r>
            <w:r>
              <w:t>9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5</w:t>
            </w:r>
            <w:r>
              <w:t>8</w:t>
            </w:r>
            <w:r w:rsidRPr="009D6F2F">
              <w:t>,</w:t>
            </w:r>
            <w:r>
              <w:t>4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50:08:0000000:91804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Ядроминское, п. Курсаково, д.2</w:t>
            </w:r>
            <w:r w:rsidRPr="002727B5">
              <w:t xml:space="preserve">2, кв. </w:t>
            </w:r>
            <w:r>
              <w:t>22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68,1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50:08:0000000:109673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</w:t>
            </w:r>
            <w:r w:rsidRPr="002727B5">
              <w:t xml:space="preserve">2,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31,5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50:08:0000000:109681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</w:t>
            </w:r>
            <w:r w:rsidRPr="002727B5">
              <w:t xml:space="preserve">2, кв. </w:t>
            </w:r>
            <w:r>
              <w:t>32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66,0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50:08:0000000:109684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</w:t>
            </w:r>
            <w:r w:rsidRPr="002727B5">
              <w:t xml:space="preserve">2, кв. </w:t>
            </w:r>
            <w:r>
              <w:t>35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66,0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50:08:0000000:109687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Ядроминское, п. Курсаково, д.2</w:t>
            </w:r>
            <w:r w:rsidRPr="002727B5">
              <w:t xml:space="preserve">2, кв. 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47,</w:t>
            </w:r>
            <w:r>
              <w:t>7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50:08:0000000:109692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</w:t>
            </w:r>
            <w:r w:rsidRPr="002727B5">
              <w:t xml:space="preserve">2, кв. </w:t>
            </w:r>
            <w:r>
              <w:t>42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31,6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50:08:0000000:109695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</w:t>
            </w:r>
            <w:r w:rsidRPr="002727B5">
              <w:t xml:space="preserve">2, кв. </w:t>
            </w:r>
            <w:r>
              <w:t>49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4</w:t>
            </w:r>
            <w:r>
              <w:t>8</w:t>
            </w:r>
            <w:r w:rsidRPr="009D6F2F">
              <w:t>,</w:t>
            </w:r>
            <w:r>
              <w:t>1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50:08:0000000:109702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</w:t>
            </w:r>
            <w:r w:rsidRPr="002727B5">
              <w:t xml:space="preserve">2, кв. </w:t>
            </w:r>
            <w:r>
              <w:t>52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57,9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50:08:0000000:109706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д.2</w:t>
            </w:r>
            <w:r>
              <w:t>3</w:t>
            </w:r>
            <w:r w:rsidRPr="002727B5">
              <w:t>, кв. 1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6</w:t>
            </w:r>
            <w:r>
              <w:t>8</w:t>
            </w:r>
            <w:r w:rsidRPr="009D6F2F">
              <w:t>,</w:t>
            </w:r>
            <w:r>
              <w:t>5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50:08:0000000:98603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23</w:t>
            </w:r>
            <w:r w:rsidRPr="002727B5">
              <w:t>, кв. 1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48,4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50:08:0000000:98606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23</w:t>
            </w:r>
            <w:r w:rsidRPr="002727B5">
              <w:t xml:space="preserve">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47,6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50:08:0000000:98614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</w:t>
            </w:r>
            <w:r>
              <w:t>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23</w:t>
            </w:r>
            <w:r w:rsidRPr="002727B5">
              <w:t xml:space="preserve">, кв. 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6</w:t>
            </w:r>
            <w:r>
              <w:t>8</w:t>
            </w:r>
            <w:r w:rsidRPr="009D6F2F">
              <w:t>,</w:t>
            </w:r>
            <w:r>
              <w:t>4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50:08:0000000:98618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</w:t>
            </w:r>
            <w:r>
              <w:t>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23 А</w:t>
            </w:r>
            <w:r w:rsidRPr="002727B5">
              <w:t>, кв. 1</w:t>
            </w:r>
            <w:r>
              <w:t>0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50,4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50:08:0000000:69336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Ядроминское,</w:t>
            </w:r>
            <w:r w:rsidRPr="002727B5">
              <w:t xml:space="preserve"> п</w:t>
            </w:r>
            <w:r>
              <w:t>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23 А</w:t>
            </w:r>
            <w:r w:rsidRPr="002727B5">
              <w:t xml:space="preserve">, кв. </w:t>
            </w:r>
            <w:r>
              <w:t>22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площадь- 50,5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50:08:0000000:69349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 xml:space="preserve">, </w:t>
            </w:r>
            <w:r>
              <w:t>поселок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д.2</w:t>
            </w:r>
            <w:r>
              <w:t>3 А</w:t>
            </w:r>
            <w:r w:rsidRPr="002727B5">
              <w:t xml:space="preserve">, кв. </w:t>
            </w:r>
            <w:r>
              <w:t>24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площадь- 64,3</w:t>
            </w:r>
            <w:r w:rsidRPr="009D6F2F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50:08:0000000:69351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 Ядроминское с/п</w:t>
            </w:r>
            <w:r w:rsidRPr="002727B5">
              <w:t>, п</w:t>
            </w:r>
            <w:r>
              <w:t xml:space="preserve">. </w:t>
            </w:r>
            <w:r w:rsidRPr="002727B5">
              <w:t>Курсаково</w:t>
            </w:r>
            <w:r>
              <w:t>,</w:t>
            </w:r>
            <w:r w:rsidRPr="002727B5">
              <w:t xml:space="preserve"> д.2</w:t>
            </w:r>
            <w:r>
              <w:t>3а</w:t>
            </w:r>
            <w:r w:rsidRPr="002727B5">
              <w:t xml:space="preserve">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50,0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50:08:0000000:69355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</w:t>
            </w:r>
            <w:r>
              <w:t>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д.2</w:t>
            </w:r>
            <w:r>
              <w:t>3А</w:t>
            </w:r>
            <w:r w:rsidRPr="002727B5">
              <w:t xml:space="preserve">, кв. 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9D6F2F" w:rsidRDefault="00774EA3" w:rsidP="008B5C39">
            <w:r>
              <w:t>Общая площадь-</w:t>
            </w:r>
            <w:r w:rsidRPr="009D6F2F">
              <w:t xml:space="preserve"> 33,7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50:08:0000000:69357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 д.2</w:t>
            </w:r>
            <w:r>
              <w:t>5</w:t>
            </w:r>
            <w:r w:rsidRPr="002727B5">
              <w:t>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50,5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50:08:0000000:95958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 xml:space="preserve">, </w:t>
            </w:r>
            <w:r>
              <w:t>рабочий поселок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26</w:t>
            </w:r>
            <w:r w:rsidRPr="002727B5">
              <w:t>, кв. 1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48,4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50:08:0000000:101509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 xml:space="preserve">, </w:t>
            </w:r>
            <w:r>
              <w:t>рабочий поселок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26</w:t>
            </w:r>
            <w:r w:rsidRPr="002727B5">
              <w:t>, кв. 1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48,6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50:08:0000000:101515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 xml:space="preserve">, </w:t>
            </w:r>
            <w:r>
              <w:t>рабочий поселок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26</w:t>
            </w:r>
            <w:r w:rsidRPr="002727B5">
              <w:t xml:space="preserve">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48,5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50:08:0000000:101517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27</w:t>
            </w:r>
            <w:r w:rsidRPr="002727B5">
              <w:t>, кв. 1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50,7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50:08:0000000:91944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</w:t>
            </w:r>
            <w:r>
              <w:t>оселок</w:t>
            </w:r>
            <w:r w:rsidRPr="002727B5">
              <w:t xml:space="preserve"> Курсаково</w:t>
            </w:r>
            <w:r>
              <w:t>,</w:t>
            </w:r>
            <w:r w:rsidRPr="002727B5">
              <w:t xml:space="preserve"> д.</w:t>
            </w:r>
            <w:r>
              <w:t>27</w:t>
            </w:r>
            <w:r w:rsidRPr="002727B5">
              <w:t>, кв. 1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50,</w:t>
            </w:r>
            <w:r>
              <w:t>8</w:t>
            </w:r>
            <w:r w:rsidRPr="0000685C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50:08:0000000:91947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27</w:t>
            </w:r>
            <w:r w:rsidRPr="002727B5">
              <w:t>, кв. 1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51,2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50:08:0000000:91949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27</w:t>
            </w:r>
            <w:r w:rsidRPr="002727B5">
              <w:t xml:space="preserve">, кв. </w:t>
            </w:r>
            <w:r>
              <w:t>24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65,1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50:08:0000000:91930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27</w:t>
            </w:r>
            <w:r w:rsidRPr="002727B5">
              <w:t xml:space="preserve">, кв. </w:t>
            </w:r>
            <w:r>
              <w:t>25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51,3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50:08:0000000:91954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28</w:t>
            </w:r>
            <w:r w:rsidRPr="002727B5">
              <w:t>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48,5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50:08:0000000:100756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д.2</w:t>
            </w:r>
            <w:r>
              <w:t>8</w:t>
            </w:r>
            <w:r w:rsidRPr="002727B5">
              <w:t>, кв. 1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площадь- 51,6</w:t>
            </w:r>
            <w:r w:rsidRPr="0000685C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50:08:0000000:100758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Ядроминское, п. Курсаково, д.</w:t>
            </w:r>
            <w:r w:rsidRPr="002727B5">
              <w:t>2</w:t>
            </w:r>
            <w:r>
              <w:t>8</w:t>
            </w:r>
            <w:r w:rsidRPr="002727B5">
              <w:t>, кв. 1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51,3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50:08:0000000:100763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д.2</w:t>
            </w:r>
            <w:r>
              <w:t>8</w:t>
            </w:r>
            <w:r w:rsidRPr="002727B5">
              <w:t xml:space="preserve">, кв. </w:t>
            </w:r>
            <w:r>
              <w:t>2</w:t>
            </w:r>
            <w:r w:rsidRPr="002727B5">
              <w:t>1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65,7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50:08:0000000:100767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29</w:t>
            </w:r>
            <w:r w:rsidRPr="002727B5">
              <w:t>, кв. 1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6</w:t>
            </w:r>
            <w:r>
              <w:t>9</w:t>
            </w:r>
            <w:r w:rsidRPr="0000685C">
              <w:t>,</w:t>
            </w:r>
            <w:r>
              <w:t>3</w:t>
            </w:r>
            <w:r w:rsidRPr="0000685C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50:08:0000000:92581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 xml:space="preserve">, </w:t>
            </w:r>
            <w:r w:rsidRPr="002727B5">
              <w:t xml:space="preserve"> д.</w:t>
            </w:r>
            <w:r>
              <w:t>29</w:t>
            </w:r>
            <w:r w:rsidRPr="002727B5">
              <w:t>, кв. 1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49,0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50:08:0000000:92584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 xml:space="preserve">, </w:t>
            </w:r>
            <w:r w:rsidRPr="002727B5">
              <w:t>д.</w:t>
            </w:r>
            <w:r>
              <w:t>29</w:t>
            </w:r>
            <w:r w:rsidRPr="002727B5">
              <w:t xml:space="preserve">, кв. 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69,5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50:08:0000000:92596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30</w:t>
            </w:r>
            <w:r w:rsidRPr="002727B5">
              <w:t>, кв. 1</w:t>
            </w:r>
            <w:r>
              <w:t>0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51,8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50:08:0000000:101251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31</w:t>
            </w:r>
            <w:r w:rsidRPr="002727B5">
              <w:t>, кв. 1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35,7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50:08:0000000:90696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</w:t>
            </w:r>
            <w:r w:rsidRPr="002727B5">
              <w:t>2, кв. 1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37,2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50:08:0000000:96357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</w:t>
            </w:r>
            <w:r w:rsidRPr="002727B5">
              <w:t>2, кв. 1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00685C" w:rsidRDefault="00774EA3" w:rsidP="008B5C39">
            <w:r>
              <w:t>Общая площадь-</w:t>
            </w:r>
            <w:r w:rsidRPr="0000685C">
              <w:t xml:space="preserve"> 6</w:t>
            </w:r>
            <w:r>
              <w:t>0</w:t>
            </w:r>
            <w:r w:rsidRPr="0000685C">
              <w:t>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50:08:0000000:96358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</w:t>
            </w:r>
            <w:r w:rsidRPr="002727B5">
              <w:t xml:space="preserve">2, кв. 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60,0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50:08:0000000:96363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</w:t>
            </w:r>
            <w:r w:rsidRPr="002727B5">
              <w:t>2, кв. 1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37,3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50:08:0000000:96359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A31211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</w:t>
            </w:r>
            <w:r w:rsidRPr="002727B5">
              <w:t xml:space="preserve">2, кв. 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37,1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50:08:0000000:96364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92620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34</w:t>
            </w:r>
            <w:r w:rsidRPr="002727B5">
              <w:t>, кв. 1</w:t>
            </w:r>
            <w:r>
              <w:t>1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47,0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50:08:0000000:104875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34</w:t>
            </w:r>
            <w:r w:rsidRPr="002727B5">
              <w:t>, кв. 1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Default="00774EA3" w:rsidP="008B5C39">
            <w:r>
              <w:t>Общая площадь-</w:t>
            </w:r>
            <w:r w:rsidRPr="007E6C25">
              <w:t xml:space="preserve"> 47,0 кв.м</w:t>
            </w:r>
            <w:r>
              <w:t>.</w:t>
            </w:r>
            <w:r>
              <w:br/>
              <w:t>Кадастровый номер:</w:t>
            </w:r>
          </w:p>
          <w:p w:rsidR="00774EA3" w:rsidRPr="007E6C25" w:rsidRDefault="00774EA3" w:rsidP="008B5C39">
            <w:r>
              <w:t>50:08:0000000:104878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с/п Ядроминское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34</w:t>
            </w:r>
            <w:r w:rsidRPr="002727B5">
              <w:t>, кв. 1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Default="00774EA3" w:rsidP="008B5C39">
            <w:r>
              <w:t>Общая площадь-</w:t>
            </w:r>
            <w:r w:rsidRPr="007E6C25">
              <w:t xml:space="preserve"> 47,0 кв.м</w:t>
            </w:r>
            <w:r>
              <w:t>.</w:t>
            </w:r>
            <w:r>
              <w:br/>
              <w:t>Кадастровый номер:</w:t>
            </w:r>
          </w:p>
          <w:p w:rsidR="00774EA3" w:rsidRPr="007E6C25" w:rsidRDefault="00774EA3" w:rsidP="008B5C39">
            <w:r>
              <w:t>50:08:0000000:104881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34</w:t>
            </w:r>
            <w:r w:rsidRPr="002727B5">
              <w:t xml:space="preserve">, кв. </w:t>
            </w:r>
            <w:r>
              <w:t>7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площадь- 64,8</w:t>
            </w:r>
            <w:r w:rsidRPr="007E6C25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50:08:0000000:104897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35</w:t>
            </w:r>
            <w:r w:rsidRPr="002727B5">
              <w:t>, кв. 1</w:t>
            </w:r>
            <w:r>
              <w:t>0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50,5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50:08:0000000:96770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C9515F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35</w:t>
            </w:r>
            <w:r w:rsidRPr="002727B5">
              <w:t>, кв. 1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50,3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50:08:0000000:96772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с/п, п. Курсаково д.35</w:t>
            </w:r>
            <w:r w:rsidRPr="002727B5">
              <w:t>, кв. 1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51,1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50:08:0000000:96778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35</w:t>
            </w:r>
            <w:r w:rsidRPr="002727B5">
              <w:t>, кв. 1</w:t>
            </w:r>
            <w:r>
              <w:t>9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50,3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50:08:0000000:96779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35</w:t>
            </w:r>
            <w:r w:rsidRPr="002727B5">
              <w:t xml:space="preserve">, кв. </w:t>
            </w:r>
            <w:r>
              <w:t>25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50,0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50:08:0000000:96786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35</w:t>
            </w:r>
            <w:r w:rsidRPr="002727B5">
              <w:t xml:space="preserve">, кв. 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50,1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50:08:0000000:96792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35</w:t>
            </w:r>
            <w:r w:rsidRPr="002727B5">
              <w:t xml:space="preserve">, кв. </w:t>
            </w:r>
            <w:r>
              <w:t>9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50,8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50:08:0000000:96795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 д.</w:t>
            </w:r>
            <w:r>
              <w:t>36</w:t>
            </w:r>
            <w:r w:rsidRPr="002727B5">
              <w:t>, кв. 1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7E6C25" w:rsidRDefault="00774EA3" w:rsidP="008B5C39">
            <w:r>
              <w:t>Общая площадь-</w:t>
            </w:r>
            <w:r w:rsidRPr="007E6C25">
              <w:t xml:space="preserve"> 34,9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50:08:0000000:110753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36</w:t>
            </w:r>
            <w:r w:rsidRPr="002727B5">
              <w:t xml:space="preserve">, кв. </w:t>
            </w:r>
            <w:r>
              <w:t>6</w:t>
            </w:r>
            <w:r w:rsidRPr="002727B5">
              <w:t>1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68,3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50:08:0000000:110720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36</w:t>
            </w:r>
            <w:r w:rsidRPr="002727B5">
              <w:t xml:space="preserve">, кв. </w:t>
            </w:r>
            <w:r>
              <w:t>62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39,9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50:08:0000000:110721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37</w:t>
            </w:r>
            <w:r w:rsidRPr="002727B5">
              <w:t xml:space="preserve">, кв. </w:t>
            </w:r>
            <w:r>
              <w:t>24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68,0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50:08:0000000:102593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10FD7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37</w:t>
            </w:r>
            <w:r w:rsidRPr="002727B5">
              <w:t xml:space="preserve">, кв. </w:t>
            </w:r>
            <w:r>
              <w:t>40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68,3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50:08:0000000:102612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4CCF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38</w:t>
            </w:r>
            <w:r w:rsidRPr="002727B5">
              <w:t>, кв. 1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50,0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50:08:0000000:90772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4CCF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38</w:t>
            </w:r>
            <w:r w:rsidRPr="002727B5">
              <w:t>, кв. 1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35,8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50:08:0000000:90779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4CCF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38</w:t>
            </w:r>
            <w:r w:rsidRPr="002727B5">
              <w:t xml:space="preserve">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51,5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50:08:0000000:90783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584CCF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38</w:t>
            </w:r>
            <w:r w:rsidRPr="002727B5">
              <w:t xml:space="preserve">, кв. 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58,9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50:08:0000000:90785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D31B68">
              <w:t xml:space="preserve">квартира </w:t>
            </w:r>
          </w:p>
        </w:tc>
        <w:tc>
          <w:tcPr>
            <w:tcW w:w="3477" w:type="dxa"/>
          </w:tcPr>
          <w:p w:rsidR="00774EA3" w:rsidRPr="002727B5" w:rsidRDefault="00774EA3" w:rsidP="008B5C39">
            <w:r>
              <w:t>Московская область, Истринский район, Ядроминское с/п</w:t>
            </w:r>
            <w:r w:rsidRPr="002727B5">
              <w:t>, п. Курсаково</w:t>
            </w:r>
            <w:r>
              <w:t>,</w:t>
            </w:r>
            <w:r w:rsidRPr="002727B5">
              <w:t xml:space="preserve"> д.</w:t>
            </w:r>
            <w:r>
              <w:t>38</w:t>
            </w:r>
            <w:r w:rsidRPr="002727B5">
              <w:t xml:space="preserve">, кв. </w:t>
            </w:r>
            <w:r>
              <w:t>9</w:t>
            </w:r>
          </w:p>
        </w:tc>
        <w:tc>
          <w:tcPr>
            <w:tcW w:w="3559" w:type="dxa"/>
            <w:gridSpan w:val="2"/>
          </w:tcPr>
          <w:p w:rsidR="00774EA3" w:rsidRPr="00A41E31" w:rsidRDefault="00774EA3" w:rsidP="008B5C39">
            <w:r>
              <w:t>Общая площадь-</w:t>
            </w:r>
            <w:r w:rsidRPr="00A41E31">
              <w:t xml:space="preserve"> 58,2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50:08:0000000:90789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D31B68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д.53, кв. </w:t>
            </w:r>
            <w:r>
              <w:t>2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41,5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50:08:0000000:99795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D31B68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д.53,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51,4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50:08:0000000:99796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A2869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д.53, кв. </w:t>
            </w:r>
            <w:r>
              <w:t>4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площадь- 42,4</w:t>
            </w:r>
            <w:r w:rsidRPr="00CF79D1">
              <w:t xml:space="preserve">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50:08:0000000:99797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A2869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д.5</w:t>
            </w:r>
            <w:r>
              <w:t>4</w:t>
            </w:r>
            <w:r w:rsidRPr="00A26DDC">
              <w:t xml:space="preserve">, кв. </w:t>
            </w:r>
            <w:r>
              <w:t>6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50,7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50:08:0000000:95468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A2869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</w:t>
            </w:r>
            <w:r>
              <w:t>79</w:t>
            </w:r>
            <w:r w:rsidRPr="00A26DDC">
              <w:t>, кв. 1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59,2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50:08:0000000:92136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7A2869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</w:t>
            </w:r>
            <w:r>
              <w:t>79</w:t>
            </w:r>
            <w:r w:rsidRPr="00A26DDC">
              <w:t xml:space="preserve">, кв. </w:t>
            </w:r>
            <w:r>
              <w:t>3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28,9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50:08:0000000:92141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B08B7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</w:t>
            </w:r>
            <w:r>
              <w:t>79</w:t>
            </w:r>
            <w:r w:rsidRPr="00A26DDC">
              <w:t xml:space="preserve">, кв. </w:t>
            </w:r>
            <w:r>
              <w:t>5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41,6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50:08:0000000:92143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B08B7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Ядроминское с/п</w:t>
            </w:r>
            <w:r w:rsidRPr="00A26DDC">
              <w:t>, п. Хуторки</w:t>
            </w:r>
            <w:r>
              <w:t>,</w:t>
            </w:r>
            <w:r w:rsidRPr="00A26DDC">
              <w:t xml:space="preserve"> д.</w:t>
            </w:r>
            <w:r>
              <w:t>79</w:t>
            </w:r>
            <w:r w:rsidRPr="00A26DDC">
              <w:t xml:space="preserve">, кв. </w:t>
            </w:r>
            <w:r>
              <w:t>8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60,1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50:08:0000000:92146</w:t>
            </w:r>
          </w:p>
        </w:tc>
      </w:tr>
      <w:tr w:rsidR="00774EA3" w:rsidTr="002F2B62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41" w:type="dxa"/>
            <w:gridSpan w:val="4"/>
          </w:tcPr>
          <w:p w:rsidR="00774EA3" w:rsidRDefault="00774EA3" w:rsidP="008B5C39">
            <w:r w:rsidRPr="00CB08B7">
              <w:t xml:space="preserve">квартира </w:t>
            </w:r>
          </w:p>
        </w:tc>
        <w:tc>
          <w:tcPr>
            <w:tcW w:w="3477" w:type="dxa"/>
          </w:tcPr>
          <w:p w:rsidR="00774EA3" w:rsidRPr="00A26DDC" w:rsidRDefault="00774EA3" w:rsidP="008B5C39">
            <w:r>
              <w:t>Московская область, Истринский район, с/п Ядроминское</w:t>
            </w:r>
            <w:r w:rsidRPr="00A26DDC">
              <w:t>, п. Курсаково</w:t>
            </w:r>
            <w:r>
              <w:t>,</w:t>
            </w:r>
            <w:r w:rsidRPr="00A26DDC">
              <w:t xml:space="preserve"> д.17, кв. 3</w:t>
            </w:r>
          </w:p>
        </w:tc>
        <w:tc>
          <w:tcPr>
            <w:tcW w:w="3559" w:type="dxa"/>
            <w:gridSpan w:val="2"/>
          </w:tcPr>
          <w:p w:rsidR="00774EA3" w:rsidRPr="00CF79D1" w:rsidRDefault="00774EA3" w:rsidP="008B5C39">
            <w:r>
              <w:t>Общая площадь-</w:t>
            </w:r>
            <w:r w:rsidRPr="00CF79D1">
              <w:t xml:space="preserve"> 30,8 кв.м</w:t>
            </w:r>
            <w:r>
              <w:t>.</w:t>
            </w:r>
            <w:r>
              <w:br/>
              <w:t>Кадастровый номер:</w:t>
            </w:r>
            <w:r>
              <w:br/>
              <w:t>50:08:0000000:91798</w:t>
            </w:r>
          </w:p>
        </w:tc>
      </w:tr>
      <w:tr w:rsidR="00774EA3" w:rsidTr="002F2B62">
        <w:trPr>
          <w:trHeight w:val="564"/>
        </w:trPr>
        <w:tc>
          <w:tcPr>
            <w:tcW w:w="10357" w:type="dxa"/>
            <w:gridSpan w:val="9"/>
          </w:tcPr>
          <w:p w:rsidR="00774EA3" w:rsidRPr="00C9515F" w:rsidRDefault="00774EA3" w:rsidP="00C9515F">
            <w:pPr>
              <w:jc w:val="center"/>
              <w:rPr>
                <w:b/>
              </w:rPr>
            </w:pPr>
            <w:r w:rsidRPr="00C9515F">
              <w:rPr>
                <w:b/>
                <w:sz w:val="28"/>
              </w:rPr>
              <w:t>Дороги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Дорога д.Рубцово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Рубцово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1300 п.м.</w:t>
            </w:r>
            <w:r>
              <w:br/>
              <w:t>Кадастровый номер:</w:t>
            </w:r>
            <w:r>
              <w:br/>
            </w:r>
            <w:r w:rsidRPr="00AD52D4">
              <w:t>50:20:0000000:</w:t>
            </w:r>
            <w:r w:rsidRPr="0092053E">
              <w:t>76940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Дорога</w:t>
            </w:r>
            <w:r>
              <w:t>-подъезд от</w:t>
            </w:r>
            <w:r w:rsidRPr="009B0F94">
              <w:t xml:space="preserve"> д. Хуторки до кладбища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</w:t>
            </w:r>
            <w:r>
              <w:t xml:space="preserve"> ул.</w:t>
            </w:r>
            <w:r w:rsidRPr="00A26DDC">
              <w:t xml:space="preserve"> </w:t>
            </w:r>
            <w:r>
              <w:t xml:space="preserve">подъезд </w:t>
            </w:r>
            <w:r w:rsidRPr="00A26DDC">
              <w:t xml:space="preserve">от </w:t>
            </w:r>
            <w:r>
              <w:t>д</w:t>
            </w:r>
            <w:r w:rsidRPr="00A26DDC">
              <w:t>.</w:t>
            </w:r>
            <w:r>
              <w:t xml:space="preserve"> </w:t>
            </w:r>
            <w:r w:rsidRPr="00A26DDC">
              <w:t>Хуторки до кладбища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800 п.м</w:t>
            </w:r>
            <w:r>
              <w:t>.</w:t>
            </w:r>
            <w:r>
              <w:br/>
              <w:t>Кад</w:t>
            </w:r>
            <w:r w:rsidRPr="00AD52D4">
              <w:t>астровый номер:</w:t>
            </w:r>
            <w:r w:rsidRPr="00AD52D4">
              <w:br/>
              <w:t>50:08:0000000:</w:t>
            </w:r>
            <w:r w:rsidRPr="0092053E">
              <w:t>38404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Дорога д.Бутырки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Бутырки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2200 п.м</w:t>
            </w:r>
            <w:r>
              <w:t>.</w:t>
            </w:r>
            <w:r>
              <w:br/>
              <w:t>Кадастровый номер:</w:t>
            </w:r>
            <w:r>
              <w:br/>
            </w:r>
            <w:r w:rsidRPr="00F3540C">
              <w:t>50:08:0000000:39948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Дорога д.Рыжково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Рыжково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F3540C">
            <w:r>
              <w:t>Протяженность-</w:t>
            </w:r>
            <w:r w:rsidRPr="003E1F6E">
              <w:t>1820 п.м.</w:t>
            </w:r>
            <w:r>
              <w:br/>
              <w:t xml:space="preserve">Кадастровый номер:   </w:t>
            </w:r>
            <w:r>
              <w:br/>
            </w:r>
            <w:r w:rsidRPr="00F3540C">
              <w:t>50:08:0060318:722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Дорога</w:t>
            </w:r>
            <w:r>
              <w:t>-</w:t>
            </w:r>
            <w:r w:rsidRPr="009B0F94">
              <w:t>подъезд к АО "Курсаково"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подъезд к АО "Курсаково"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510 п.м.</w:t>
            </w:r>
            <w:r>
              <w:br/>
              <w:t xml:space="preserve">Кадастровый номер:   </w:t>
            </w:r>
            <w:r>
              <w:br/>
            </w:r>
            <w:r w:rsidRPr="00F3540C">
              <w:t>50:08:0000000:9986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B63146" w:rsidRDefault="00774EA3" w:rsidP="008B5C39">
            <w:r w:rsidRPr="00B63146">
              <w:t>Дорога-подъезд к д/о"Румянцево"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 xml:space="preserve">, </w:t>
            </w:r>
            <w:r>
              <w:t>ул.</w:t>
            </w:r>
            <w:r w:rsidRPr="00A26DDC">
              <w:t>подъезд к д/о "Румянцево"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700 п.м.</w:t>
            </w:r>
            <w:r>
              <w:br/>
              <w:t xml:space="preserve">Кадастровый номер:   </w:t>
            </w:r>
            <w:r>
              <w:br/>
            </w:r>
            <w:r w:rsidRPr="00F3540C">
              <w:t>50:08:0090204:655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Рыжково (продолжение дороги инв. №13987-4)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500 п.м.,</w:t>
            </w:r>
            <w:r>
              <w:br/>
              <w:t xml:space="preserve">Кадастровый номер:   </w:t>
            </w:r>
            <w:r>
              <w:br/>
            </w:r>
            <w:r w:rsidRPr="000D1229">
              <w:t>50:08:0060318:730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и, в том числе дорога А-Б, дорога Б-В, дорога В-Г, дорога В-Д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Чаново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3E1F6E">
              <w:t>1</w:t>
            </w:r>
            <w:r>
              <w:t>01</w:t>
            </w:r>
            <w:r w:rsidRPr="003E1F6E">
              <w:t xml:space="preserve">0 </w:t>
            </w:r>
            <w:r>
              <w:t>п.</w:t>
            </w:r>
            <w:r w:rsidRPr="003E1F6E">
              <w:t>м.,</w:t>
            </w:r>
            <w:r>
              <w:br/>
              <w:t xml:space="preserve">Кадастровый номер:   </w:t>
            </w:r>
            <w:r>
              <w:br/>
            </w:r>
            <w:r w:rsidRPr="000D1229">
              <w:t>50:08:0000000:150347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и, в том числе дорога А-Б, дорога Б-В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Веретенки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Протяженность-7</w:t>
            </w:r>
            <w:r w:rsidRPr="003E1F6E">
              <w:t xml:space="preserve">50 </w:t>
            </w:r>
            <w:r>
              <w:t>п.</w:t>
            </w:r>
            <w:r w:rsidRPr="003E1F6E">
              <w:t>м</w:t>
            </w:r>
            <w:r>
              <w:t>.</w:t>
            </w:r>
            <w:r>
              <w:br/>
              <w:t xml:space="preserve">Кадастровый номер:   </w:t>
            </w:r>
            <w:r>
              <w:br/>
            </w:r>
            <w:r w:rsidRPr="000D1229">
              <w:t>50:08:0000000:150439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и, в том числе дорога А-Б, дорога В-Г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Шебаново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3C621E">
            <w:pPr>
              <w:wordWrap w:val="0"/>
              <w:spacing w:before="200" w:after="200"/>
            </w:pPr>
            <w:r>
              <w:t>Протяженность-5</w:t>
            </w:r>
            <w:r w:rsidRPr="003E1F6E">
              <w:t>5</w:t>
            </w:r>
            <w:r>
              <w:t>0</w:t>
            </w:r>
            <w:r w:rsidRPr="003E1F6E">
              <w:t xml:space="preserve"> </w:t>
            </w:r>
            <w:r>
              <w:t>п.</w:t>
            </w:r>
            <w:r w:rsidRPr="003E1F6E">
              <w:t>м.</w:t>
            </w:r>
            <w:r>
              <w:br/>
              <w:t xml:space="preserve">Кадастровый номер:      </w:t>
            </w:r>
            <w:r>
              <w:br/>
              <w:t>50:08:0000000:146785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Default="00774EA3" w:rsidP="008B5C39">
            <w:r w:rsidRPr="009B0F94">
              <w:t>Дорог</w:t>
            </w:r>
            <w:r>
              <w:t>и</w:t>
            </w:r>
            <w:r w:rsidRPr="009B0F94">
              <w:t xml:space="preserve"> </w:t>
            </w:r>
          </w:p>
          <w:p w:rsidR="00774EA3" w:rsidRPr="009B0F94" w:rsidRDefault="00774EA3" w:rsidP="008B5C39"/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Троица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C52B90">
            <w:r>
              <w:t>Протяженность-</w:t>
            </w:r>
            <w:r w:rsidRPr="003E1F6E">
              <w:t xml:space="preserve">200 </w:t>
            </w:r>
            <w:r>
              <w:t>п.</w:t>
            </w:r>
            <w:r w:rsidRPr="003E1F6E">
              <w:t>м.</w:t>
            </w:r>
            <w:r>
              <w:br/>
              <w:t xml:space="preserve">Кадастровый номер:   </w:t>
            </w:r>
            <w:r>
              <w:br/>
              <w:t>50:08:0000000</w:t>
            </w:r>
            <w:r w:rsidRPr="0092053E">
              <w:t>:81780</w:t>
            </w:r>
          </w:p>
        </w:tc>
      </w:tr>
      <w:tr w:rsidR="00774EA3" w:rsidRPr="00A437E9" w:rsidTr="00720005">
        <w:trPr>
          <w:trHeight w:val="350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и, в том числе дорога А-Б, дорога Б-В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Бутырки (продолжение дороги инв.№13987-3)</w:t>
            </w:r>
          </w:p>
        </w:tc>
        <w:tc>
          <w:tcPr>
            <w:tcW w:w="3559" w:type="dxa"/>
            <w:gridSpan w:val="2"/>
          </w:tcPr>
          <w:p w:rsidR="00774EA3" w:rsidRDefault="00774EA3" w:rsidP="00C52B90">
            <w:pPr>
              <w:wordWrap w:val="0"/>
              <w:spacing w:before="200" w:after="200"/>
            </w:pPr>
            <w:r>
              <w:t>Протяженность-79</w:t>
            </w:r>
            <w:r w:rsidRPr="003E1F6E">
              <w:t xml:space="preserve">0 </w:t>
            </w:r>
            <w:r>
              <w:t>п.</w:t>
            </w:r>
            <w:r w:rsidRPr="003E1F6E">
              <w:t>м.</w:t>
            </w:r>
            <w:r>
              <w:br/>
              <w:t xml:space="preserve">Кадастровый номер:      </w:t>
            </w:r>
            <w:r>
              <w:br/>
              <w:t>50:08:0000000:38510</w:t>
            </w:r>
          </w:p>
          <w:p w:rsidR="00774EA3" w:rsidRPr="00A437E9" w:rsidRDefault="00774EA3" w:rsidP="008B5C39"/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и, в том числе дорога А-Б, дорога Б-В, дорога В-Г, дорога Б-Д, дорога В-Е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п</w:t>
            </w:r>
            <w:r>
              <w:t>ос</w:t>
            </w:r>
            <w:r w:rsidRPr="00A26DDC">
              <w:t>.</w:t>
            </w:r>
            <w:r>
              <w:t xml:space="preserve"> </w:t>
            </w:r>
            <w:r w:rsidRPr="00A26DDC">
              <w:t>Хуторки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Протяженность-132</w:t>
            </w:r>
            <w:r w:rsidRPr="003E1F6E">
              <w:t xml:space="preserve">0 </w:t>
            </w:r>
            <w:r>
              <w:t>п.</w:t>
            </w:r>
            <w:r w:rsidRPr="003E1F6E">
              <w:t>м</w:t>
            </w:r>
            <w:r>
              <w:t>.</w:t>
            </w:r>
            <w:r>
              <w:br/>
              <w:t xml:space="preserve">Кадастровый номер:                       </w:t>
            </w:r>
            <w:r>
              <w:br/>
              <w:t>50:08:0000000:9568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Часовня</w:t>
            </w:r>
          </w:p>
        </w:tc>
        <w:tc>
          <w:tcPr>
            <w:tcW w:w="3559" w:type="dxa"/>
            <w:gridSpan w:val="2"/>
          </w:tcPr>
          <w:p w:rsidR="00774EA3" w:rsidRPr="00AD52D4" w:rsidRDefault="00774EA3" w:rsidP="003C621E">
            <w:pPr>
              <w:wordWrap w:val="0"/>
              <w:spacing w:before="200" w:after="200"/>
            </w:pPr>
            <w:r w:rsidRPr="00AD52D4">
              <w:t>Протяженность-</w:t>
            </w:r>
            <w:r w:rsidRPr="0092053E">
              <w:t>350</w:t>
            </w:r>
            <w:r w:rsidRPr="00AD52D4">
              <w:t xml:space="preserve"> п.м.</w:t>
            </w:r>
            <w:r w:rsidRPr="00AD52D4">
              <w:br/>
              <w:t xml:space="preserve">Кадастровый номер:                       </w:t>
            </w:r>
            <w:r w:rsidRPr="00AD52D4">
              <w:br/>
              <w:t>50:08:0000000:39952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Дороги</w:t>
            </w:r>
            <w:r>
              <w:t>, в том числе дорога А-Б, дорога В-Г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со.</w:t>
            </w:r>
            <w:r w:rsidRPr="00A26DDC">
              <w:t>, д</w:t>
            </w:r>
            <w:r>
              <w:t>ер</w:t>
            </w:r>
            <w:r w:rsidRPr="00A26DDC">
              <w:t>.Первомайское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3C621E">
            <w:pPr>
              <w:wordWrap w:val="0"/>
              <w:spacing w:before="200" w:after="200"/>
            </w:pPr>
            <w:r>
              <w:t>Протяженность-51</w:t>
            </w:r>
            <w:r w:rsidRPr="00E07D80">
              <w:t xml:space="preserve">0 </w:t>
            </w:r>
            <w:r>
              <w:t>п.</w:t>
            </w:r>
            <w:r w:rsidRPr="00E07D80">
              <w:t>м</w:t>
            </w:r>
            <w:r>
              <w:t>.</w:t>
            </w:r>
            <w:r>
              <w:br/>
              <w:t xml:space="preserve">Кадастровый номер:                    </w:t>
            </w:r>
            <w:r>
              <w:br/>
              <w:t>50:08:0000000:8785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 к</w:t>
            </w:r>
            <w:r w:rsidRPr="009B0F94">
              <w:t xml:space="preserve"> д.Назарово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Назарово</w:t>
            </w:r>
          </w:p>
        </w:tc>
        <w:tc>
          <w:tcPr>
            <w:tcW w:w="3559" w:type="dxa"/>
            <w:gridSpan w:val="2"/>
          </w:tcPr>
          <w:p w:rsidR="00774EA3" w:rsidRDefault="00774EA3" w:rsidP="003C621E">
            <w:pPr>
              <w:wordWrap w:val="0"/>
              <w:spacing w:before="200" w:after="200"/>
            </w:pPr>
            <w:r>
              <w:t>Протяженность-1514 п.м.</w:t>
            </w:r>
            <w:r>
              <w:br/>
              <w:t xml:space="preserve">Кадастровый номер:                 </w:t>
            </w:r>
            <w:r>
              <w:br/>
              <w:t>50:08:0080315:156</w:t>
            </w:r>
          </w:p>
          <w:p w:rsidR="00774EA3" w:rsidRPr="00A437E9" w:rsidRDefault="00774EA3" w:rsidP="003C621E">
            <w:pPr>
              <w:wordWrap w:val="0"/>
              <w:spacing w:before="200" w:after="200"/>
            </w:pP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 к</w:t>
            </w:r>
            <w:r w:rsidRPr="009B0F94">
              <w:t xml:space="preserve"> д.Долево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Долево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3C621E">
            <w:pPr>
              <w:wordWrap w:val="0"/>
              <w:spacing w:before="200" w:after="200"/>
            </w:pPr>
            <w:r>
              <w:t>Протяженность-</w:t>
            </w:r>
            <w:r w:rsidRPr="00E07D80">
              <w:t>1095 п.м.</w:t>
            </w:r>
            <w:r>
              <w:br/>
              <w:t xml:space="preserve">Кадастровый номер:              </w:t>
            </w:r>
            <w:r>
              <w:br/>
              <w:t>50:08:0070102:121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 к</w:t>
            </w:r>
            <w:r w:rsidRPr="009B0F94">
              <w:t xml:space="preserve"> д.Шишаиха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Шишаиха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3C621E">
            <w:pPr>
              <w:wordWrap w:val="0"/>
              <w:spacing w:before="200" w:after="200"/>
            </w:pPr>
            <w:r>
              <w:t>Протяженность-</w:t>
            </w:r>
            <w:r w:rsidRPr="00E07D80">
              <w:t>530 п.м</w:t>
            </w:r>
            <w:r>
              <w:t>.</w:t>
            </w:r>
            <w:r>
              <w:br/>
              <w:t xml:space="preserve">Кадастровый номер:           </w:t>
            </w:r>
            <w:r>
              <w:br/>
              <w:t>50:08:0000000:149597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 к</w:t>
            </w:r>
            <w:r w:rsidRPr="009B0F94">
              <w:t xml:space="preserve"> д.Покоево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Покоево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3C621E">
            <w:pPr>
              <w:wordWrap w:val="0"/>
              <w:spacing w:before="200" w:after="200"/>
            </w:pPr>
            <w:r>
              <w:t>Протяженность-988 п.м.</w:t>
            </w:r>
            <w:r>
              <w:br/>
              <w:t xml:space="preserve">Кадастровый номер:         </w:t>
            </w:r>
            <w:r>
              <w:br/>
              <w:t>50:08:0000000:151435</w:t>
            </w:r>
          </w:p>
        </w:tc>
      </w:tr>
      <w:tr w:rsidR="00774EA3" w:rsidRPr="00A437E9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 к</w:t>
            </w:r>
            <w:r w:rsidRPr="009B0F94">
              <w:t xml:space="preserve"> д.Марково-Курсаково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Марково</w:t>
            </w:r>
            <w:r>
              <w:t xml:space="preserve"> </w:t>
            </w:r>
            <w:r w:rsidRPr="00A26DDC">
              <w:t>-</w:t>
            </w:r>
            <w:r>
              <w:t xml:space="preserve"> </w:t>
            </w:r>
            <w:r w:rsidRPr="00A26DDC">
              <w:t>Курсаково</w:t>
            </w:r>
          </w:p>
        </w:tc>
        <w:tc>
          <w:tcPr>
            <w:tcW w:w="3559" w:type="dxa"/>
            <w:gridSpan w:val="2"/>
          </w:tcPr>
          <w:p w:rsidR="00774EA3" w:rsidRPr="00A437E9" w:rsidRDefault="00774EA3" w:rsidP="008B5C39">
            <w:r>
              <w:t>Протяженность-</w:t>
            </w:r>
            <w:r w:rsidRPr="00E07D80">
              <w:t>713 п.м</w:t>
            </w:r>
            <w:r>
              <w:t>.</w:t>
            </w:r>
            <w:r>
              <w:br/>
              <w:t xml:space="preserve">Кадастровый номер:      </w:t>
            </w:r>
            <w:r>
              <w:br/>
            </w:r>
            <w:r w:rsidRPr="00C52B90">
              <w:t>50:08:0000000:10434</w:t>
            </w:r>
          </w:p>
        </w:tc>
      </w:tr>
      <w:tr w:rsidR="00774EA3" w:rsidRPr="002F1126" w:rsidTr="00720005">
        <w:trPr>
          <w:trHeight w:val="828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>Дорог</w:t>
            </w:r>
            <w:r>
              <w:t>и к</w:t>
            </w:r>
            <w:r w:rsidRPr="009B0F94">
              <w:t xml:space="preserve"> д.Горки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>Московская область, Истринский район, Ядроминский с.о.</w:t>
            </w:r>
            <w:r w:rsidRPr="00A26DDC">
              <w:t>, д</w:t>
            </w:r>
            <w:r>
              <w:t>ер</w:t>
            </w:r>
            <w:r w:rsidRPr="00A26DDC">
              <w:t>.</w:t>
            </w:r>
            <w:r>
              <w:t xml:space="preserve"> </w:t>
            </w:r>
            <w:r w:rsidRPr="00A26DDC">
              <w:t>Горки</w:t>
            </w:r>
          </w:p>
        </w:tc>
        <w:tc>
          <w:tcPr>
            <w:tcW w:w="3559" w:type="dxa"/>
            <w:gridSpan w:val="2"/>
          </w:tcPr>
          <w:p w:rsidR="00774EA3" w:rsidRPr="002F1126" w:rsidRDefault="00774EA3" w:rsidP="003C621E">
            <w:pPr>
              <w:wordWrap w:val="0"/>
              <w:spacing w:before="200" w:after="200"/>
            </w:pPr>
            <w:r>
              <w:t>Протяженность-390 п.м.</w:t>
            </w:r>
            <w:r>
              <w:br/>
              <w:t xml:space="preserve">Кадастровый номер:         </w:t>
            </w:r>
            <w:r>
              <w:br/>
              <w:t>50:08:0000000:9319</w:t>
            </w:r>
          </w:p>
        </w:tc>
      </w:tr>
      <w:tr w:rsidR="00774EA3" w:rsidRPr="00A26DDC" w:rsidTr="00720005">
        <w:trPr>
          <w:trHeight w:val="1076"/>
        </w:trPr>
        <w:tc>
          <w:tcPr>
            <w:tcW w:w="880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427" w:type="dxa"/>
            <w:gridSpan w:val="3"/>
          </w:tcPr>
          <w:p w:rsidR="00774EA3" w:rsidRPr="009B0F94" w:rsidRDefault="00774EA3" w:rsidP="008B5C39">
            <w:r w:rsidRPr="009B0F94">
              <w:t xml:space="preserve">Дорога </w:t>
            </w:r>
          </w:p>
        </w:tc>
        <w:tc>
          <w:tcPr>
            <w:tcW w:w="3491" w:type="dxa"/>
            <w:gridSpan w:val="2"/>
          </w:tcPr>
          <w:p w:rsidR="00774EA3" w:rsidRPr="00A26DDC" w:rsidRDefault="00774EA3" w:rsidP="008B5C39">
            <w:r>
              <w:t xml:space="preserve">Московская область, Истринский район,  </w:t>
            </w:r>
            <w:r w:rsidRPr="00A26DDC">
              <w:t>д.</w:t>
            </w:r>
            <w:r>
              <w:t xml:space="preserve"> </w:t>
            </w:r>
            <w:r w:rsidRPr="00A26DDC">
              <w:t>Первомайское</w:t>
            </w:r>
            <w:r>
              <w:t xml:space="preserve"> </w:t>
            </w:r>
            <w:r w:rsidRPr="00A26DDC">
              <w:t>-</w:t>
            </w:r>
            <w:r>
              <w:t xml:space="preserve"> </w:t>
            </w:r>
            <w:r w:rsidRPr="00A26DDC">
              <w:t>д.</w:t>
            </w:r>
            <w:r>
              <w:t xml:space="preserve"> </w:t>
            </w:r>
            <w:r w:rsidRPr="00A26DDC">
              <w:t>Будьково</w:t>
            </w:r>
          </w:p>
        </w:tc>
        <w:tc>
          <w:tcPr>
            <w:tcW w:w="3559" w:type="dxa"/>
            <w:gridSpan w:val="2"/>
          </w:tcPr>
          <w:p w:rsidR="00774EA3" w:rsidRPr="00A26DDC" w:rsidRDefault="00774EA3" w:rsidP="00132AC1">
            <w:pPr>
              <w:wordWrap w:val="0"/>
              <w:spacing w:before="200" w:after="200"/>
            </w:pPr>
            <w:r>
              <w:t>Протяженность-4930 п.м.</w:t>
            </w:r>
            <w:r>
              <w:br/>
              <w:t xml:space="preserve">Кадастровый номер:      </w:t>
            </w:r>
            <w:r>
              <w:br/>
            </w:r>
            <w:r w:rsidRPr="00132AC1">
              <w:t>50:08:0000000:146642</w:t>
            </w:r>
          </w:p>
        </w:tc>
      </w:tr>
      <w:tr w:rsidR="00774EA3" w:rsidRPr="00A26DDC" w:rsidTr="002F2B62">
        <w:trPr>
          <w:trHeight w:val="415"/>
        </w:trPr>
        <w:tc>
          <w:tcPr>
            <w:tcW w:w="10357" w:type="dxa"/>
            <w:gridSpan w:val="9"/>
          </w:tcPr>
          <w:p w:rsidR="00774EA3" w:rsidRPr="00C9515F" w:rsidRDefault="00774EA3" w:rsidP="00C9515F">
            <w:pPr>
              <w:jc w:val="center"/>
              <w:rPr>
                <w:b/>
              </w:rPr>
            </w:pPr>
            <w:r w:rsidRPr="00C9515F">
              <w:rPr>
                <w:b/>
                <w:sz w:val="28"/>
              </w:rPr>
              <w:t>Земельные участки</w:t>
            </w:r>
          </w:p>
        </w:tc>
      </w:tr>
      <w:tr w:rsidR="00774EA3" w:rsidTr="00720005">
        <w:tblPrEx>
          <w:jc w:val="center"/>
        </w:tblPrEx>
        <w:trPr>
          <w:gridBefore w:val="1"/>
          <w:wBefore w:w="47" w:type="dxa"/>
          <w:trHeight w:val="828"/>
          <w:jc w:val="center"/>
        </w:trPr>
        <w:tc>
          <w:tcPr>
            <w:tcW w:w="912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362" w:type="dxa"/>
            <w:gridSpan w:val="3"/>
          </w:tcPr>
          <w:p w:rsidR="00774EA3" w:rsidRPr="00193787" w:rsidRDefault="00774EA3" w:rsidP="00732A74">
            <w:r>
              <w:t>З</w:t>
            </w:r>
            <w:r w:rsidRPr="00193787">
              <w:t>емельный участок</w:t>
            </w:r>
          </w:p>
        </w:tc>
        <w:tc>
          <w:tcPr>
            <w:tcW w:w="3485" w:type="dxa"/>
            <w:gridSpan w:val="2"/>
          </w:tcPr>
          <w:p w:rsidR="00774EA3" w:rsidRPr="0050301E" w:rsidRDefault="00774EA3" w:rsidP="00732A74">
            <w:r>
              <w:t>Московская область, Истринский район</w:t>
            </w:r>
            <w:r w:rsidRPr="0050301E">
              <w:t xml:space="preserve">, </w:t>
            </w:r>
            <w:r>
              <w:t>Ядроминское с/пос., п.Хуторки, д.36</w:t>
            </w:r>
          </w:p>
        </w:tc>
        <w:tc>
          <w:tcPr>
            <w:tcW w:w="3551" w:type="dxa"/>
          </w:tcPr>
          <w:p w:rsidR="00774EA3" w:rsidRDefault="00774EA3" w:rsidP="00F3540C">
            <w:r>
              <w:t>Общая площадь: 61 600</w:t>
            </w:r>
            <w:r w:rsidRPr="00E90CB6">
              <w:t xml:space="preserve"> кв.м</w:t>
            </w:r>
            <w:r>
              <w:t>.</w:t>
            </w:r>
            <w:r>
              <w:br/>
              <w:t>Кадастровый номер:</w:t>
            </w:r>
          </w:p>
          <w:p w:rsidR="00774EA3" w:rsidRPr="00E90CB6" w:rsidRDefault="00774EA3" w:rsidP="00D8091E">
            <w:r>
              <w:t>50:08:0090342:61</w:t>
            </w:r>
          </w:p>
        </w:tc>
      </w:tr>
      <w:tr w:rsidR="00774EA3" w:rsidTr="00720005">
        <w:tblPrEx>
          <w:jc w:val="center"/>
        </w:tblPrEx>
        <w:trPr>
          <w:gridBefore w:val="1"/>
          <w:wBefore w:w="47" w:type="dxa"/>
          <w:trHeight w:val="828"/>
          <w:jc w:val="center"/>
        </w:trPr>
        <w:tc>
          <w:tcPr>
            <w:tcW w:w="912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362" w:type="dxa"/>
            <w:gridSpan w:val="3"/>
          </w:tcPr>
          <w:p w:rsidR="00774EA3" w:rsidRPr="00193787" w:rsidRDefault="00774EA3" w:rsidP="00732A74">
            <w:r>
              <w:t>З</w:t>
            </w:r>
            <w:r w:rsidRPr="00193787">
              <w:t>емельный участок</w:t>
            </w:r>
          </w:p>
        </w:tc>
        <w:tc>
          <w:tcPr>
            <w:tcW w:w="3485" w:type="dxa"/>
            <w:gridSpan w:val="2"/>
          </w:tcPr>
          <w:p w:rsidR="00774EA3" w:rsidRPr="0050301E" w:rsidRDefault="00774EA3" w:rsidP="00732A74">
            <w:r w:rsidRPr="0050301E">
              <w:t xml:space="preserve"> </w:t>
            </w:r>
            <w:r>
              <w:t>Московская область, Истринский район</w:t>
            </w:r>
            <w:r w:rsidRPr="0050301E">
              <w:t xml:space="preserve">, </w:t>
            </w:r>
            <w:r>
              <w:t>Ядроминское с/пос., д.Назарово. д.46</w:t>
            </w:r>
          </w:p>
        </w:tc>
        <w:tc>
          <w:tcPr>
            <w:tcW w:w="3551" w:type="dxa"/>
          </w:tcPr>
          <w:p w:rsidR="00774EA3" w:rsidRPr="00E90CB6" w:rsidRDefault="00774EA3" w:rsidP="00F3540C">
            <w:r>
              <w:t>Общая площадь: 22 800</w:t>
            </w:r>
            <w:r w:rsidRPr="00E90CB6">
              <w:t xml:space="preserve"> кв.м</w:t>
            </w:r>
            <w:r>
              <w:t>.</w:t>
            </w:r>
            <w:r>
              <w:br/>
              <w:t>Кадастровый номер: 50:08:0080314:30</w:t>
            </w:r>
          </w:p>
        </w:tc>
      </w:tr>
      <w:tr w:rsidR="00774EA3" w:rsidTr="00720005">
        <w:tblPrEx>
          <w:jc w:val="center"/>
        </w:tblPrEx>
        <w:trPr>
          <w:gridBefore w:val="1"/>
          <w:wBefore w:w="47" w:type="dxa"/>
          <w:trHeight w:val="828"/>
          <w:jc w:val="center"/>
        </w:trPr>
        <w:tc>
          <w:tcPr>
            <w:tcW w:w="912" w:type="dxa"/>
            <w:gridSpan w:val="2"/>
          </w:tcPr>
          <w:p w:rsidR="00774EA3" w:rsidRDefault="00774EA3" w:rsidP="00F86782">
            <w:pPr>
              <w:numPr>
                <w:ilvl w:val="0"/>
                <w:numId w:val="3"/>
              </w:numPr>
            </w:pPr>
          </w:p>
        </w:tc>
        <w:tc>
          <w:tcPr>
            <w:tcW w:w="2362" w:type="dxa"/>
            <w:gridSpan w:val="3"/>
          </w:tcPr>
          <w:p w:rsidR="00774EA3" w:rsidRPr="00193787" w:rsidRDefault="00774EA3" w:rsidP="00732A74">
            <w:r>
              <w:t>З</w:t>
            </w:r>
            <w:r w:rsidRPr="00193787">
              <w:t>емельный участок</w:t>
            </w:r>
          </w:p>
        </w:tc>
        <w:tc>
          <w:tcPr>
            <w:tcW w:w="3485" w:type="dxa"/>
            <w:gridSpan w:val="2"/>
          </w:tcPr>
          <w:p w:rsidR="00774EA3" w:rsidRPr="0050301E" w:rsidRDefault="00774EA3" w:rsidP="00732A74">
            <w:r>
              <w:t>Московская область, Истринский район</w:t>
            </w:r>
            <w:r w:rsidRPr="0050301E">
              <w:t xml:space="preserve">, </w:t>
            </w:r>
            <w:r>
              <w:t>Ядроминское с/пос., д.Савельево. д.9</w:t>
            </w:r>
          </w:p>
        </w:tc>
        <w:tc>
          <w:tcPr>
            <w:tcW w:w="3551" w:type="dxa"/>
          </w:tcPr>
          <w:p w:rsidR="00774EA3" w:rsidRPr="00E90CB6" w:rsidRDefault="00774EA3" w:rsidP="00F3540C">
            <w:r>
              <w:t>Общая площадь: 65 500</w:t>
            </w:r>
            <w:r w:rsidRPr="00E90CB6">
              <w:t xml:space="preserve"> кв.м</w:t>
            </w:r>
            <w:r>
              <w:t>.</w:t>
            </w:r>
            <w:r>
              <w:br/>
              <w:t>Кадастровый номер: 50:08:0080206:178</w:t>
            </w:r>
          </w:p>
        </w:tc>
      </w:tr>
    </w:tbl>
    <w:p w:rsidR="00774EA3" w:rsidRDefault="00774EA3" w:rsidP="00720005">
      <w:pPr>
        <w:pStyle w:val="ConsPlusNormal"/>
        <w:ind w:left="-142"/>
        <w:outlineLvl w:val="0"/>
        <w:rPr>
          <w:lang w:val="ru-RU"/>
        </w:rPr>
      </w:pPr>
      <w:r w:rsidRPr="00720005">
        <w:rPr>
          <w:lang w:val="ru-RU"/>
        </w:rPr>
        <w:t xml:space="preserve"> </w:t>
      </w:r>
    </w:p>
    <w:p w:rsidR="00774EA3" w:rsidRDefault="00774EA3" w:rsidP="00732A74"/>
    <w:sectPr w:rsidR="00774EA3" w:rsidSect="002336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1F32"/>
    <w:multiLevelType w:val="hybridMultilevel"/>
    <w:tmpl w:val="F6E2F382"/>
    <w:lvl w:ilvl="0" w:tplc="B05073B2">
      <w:start w:val="1"/>
      <w:numFmt w:val="decimal"/>
      <w:lvlText w:val="%1"/>
      <w:lvlJc w:val="center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612FD3"/>
    <w:multiLevelType w:val="hybridMultilevel"/>
    <w:tmpl w:val="2AD4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610B09"/>
    <w:multiLevelType w:val="hybridMultilevel"/>
    <w:tmpl w:val="F6E2F382"/>
    <w:lvl w:ilvl="0" w:tplc="B05073B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C39"/>
    <w:rsid w:val="0000685C"/>
    <w:rsid w:val="00033914"/>
    <w:rsid w:val="00035A0F"/>
    <w:rsid w:val="000D1229"/>
    <w:rsid w:val="00132AC1"/>
    <w:rsid w:val="00193787"/>
    <w:rsid w:val="001D3806"/>
    <w:rsid w:val="001E41BE"/>
    <w:rsid w:val="00222077"/>
    <w:rsid w:val="0023368B"/>
    <w:rsid w:val="002727B5"/>
    <w:rsid w:val="002C543C"/>
    <w:rsid w:val="002F1126"/>
    <w:rsid w:val="002F2B62"/>
    <w:rsid w:val="002F6716"/>
    <w:rsid w:val="003411D3"/>
    <w:rsid w:val="00384FB9"/>
    <w:rsid w:val="003B0BF8"/>
    <w:rsid w:val="003B12A8"/>
    <w:rsid w:val="003C621E"/>
    <w:rsid w:val="003E1F6E"/>
    <w:rsid w:val="00461319"/>
    <w:rsid w:val="00461759"/>
    <w:rsid w:val="004D5552"/>
    <w:rsid w:val="0050301E"/>
    <w:rsid w:val="0058346F"/>
    <w:rsid w:val="00584CCF"/>
    <w:rsid w:val="005B3E7C"/>
    <w:rsid w:val="005E0C98"/>
    <w:rsid w:val="006359CC"/>
    <w:rsid w:val="00661EEE"/>
    <w:rsid w:val="00671401"/>
    <w:rsid w:val="00677657"/>
    <w:rsid w:val="006A1F09"/>
    <w:rsid w:val="006A6717"/>
    <w:rsid w:val="006C3518"/>
    <w:rsid w:val="006C6CE7"/>
    <w:rsid w:val="006E3524"/>
    <w:rsid w:val="006F204D"/>
    <w:rsid w:val="00702FFB"/>
    <w:rsid w:val="00710FD7"/>
    <w:rsid w:val="00720005"/>
    <w:rsid w:val="007269BB"/>
    <w:rsid w:val="00732A74"/>
    <w:rsid w:val="00751011"/>
    <w:rsid w:val="00764561"/>
    <w:rsid w:val="00774EA3"/>
    <w:rsid w:val="007912C7"/>
    <w:rsid w:val="007A2869"/>
    <w:rsid w:val="007E6C25"/>
    <w:rsid w:val="00857FAC"/>
    <w:rsid w:val="00876476"/>
    <w:rsid w:val="00887423"/>
    <w:rsid w:val="008B5C39"/>
    <w:rsid w:val="0092053E"/>
    <w:rsid w:val="00956EB7"/>
    <w:rsid w:val="00986FC6"/>
    <w:rsid w:val="009B0F94"/>
    <w:rsid w:val="009D6F2F"/>
    <w:rsid w:val="00A26DDC"/>
    <w:rsid w:val="00A31211"/>
    <w:rsid w:val="00A41E31"/>
    <w:rsid w:val="00A437E9"/>
    <w:rsid w:val="00A94031"/>
    <w:rsid w:val="00A96F36"/>
    <w:rsid w:val="00AD52D4"/>
    <w:rsid w:val="00AD697C"/>
    <w:rsid w:val="00B15846"/>
    <w:rsid w:val="00B63146"/>
    <w:rsid w:val="00B830A3"/>
    <w:rsid w:val="00B947CA"/>
    <w:rsid w:val="00BD2FB4"/>
    <w:rsid w:val="00BF441C"/>
    <w:rsid w:val="00C26B2D"/>
    <w:rsid w:val="00C52B90"/>
    <w:rsid w:val="00C542E5"/>
    <w:rsid w:val="00C63A03"/>
    <w:rsid w:val="00C732C5"/>
    <w:rsid w:val="00C92620"/>
    <w:rsid w:val="00C9515F"/>
    <w:rsid w:val="00CA3A22"/>
    <w:rsid w:val="00CB08B7"/>
    <w:rsid w:val="00CF79D1"/>
    <w:rsid w:val="00D14E9E"/>
    <w:rsid w:val="00D30BF3"/>
    <w:rsid w:val="00D31B68"/>
    <w:rsid w:val="00D34937"/>
    <w:rsid w:val="00D36012"/>
    <w:rsid w:val="00D8091E"/>
    <w:rsid w:val="00D87E9C"/>
    <w:rsid w:val="00DA1802"/>
    <w:rsid w:val="00DB6614"/>
    <w:rsid w:val="00DE0088"/>
    <w:rsid w:val="00DE1BED"/>
    <w:rsid w:val="00DE2D10"/>
    <w:rsid w:val="00E07D80"/>
    <w:rsid w:val="00E662D9"/>
    <w:rsid w:val="00E90CB6"/>
    <w:rsid w:val="00EB7874"/>
    <w:rsid w:val="00ED58C6"/>
    <w:rsid w:val="00F31CB0"/>
    <w:rsid w:val="00F3540C"/>
    <w:rsid w:val="00F42164"/>
    <w:rsid w:val="00F53108"/>
    <w:rsid w:val="00F55CC2"/>
    <w:rsid w:val="00F7570E"/>
    <w:rsid w:val="00F86782"/>
    <w:rsid w:val="00FC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C3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5C39"/>
    <w:pPr>
      <w:keepNext/>
      <w:outlineLvl w:val="1"/>
    </w:pPr>
    <w:rPr>
      <w:rFonts w:eastAsia="Calibri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5C39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5C39"/>
    <w:rPr>
      <w:rFonts w:ascii="Times New Roman" w:hAnsi="Times New Roman" w:cs="Times New Roman"/>
      <w:sz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B5C39"/>
    <w:rPr>
      <w:rFonts w:ascii="Arial" w:hAnsi="Arial" w:cs="Times New Roman"/>
      <w:b/>
      <w:sz w:val="26"/>
      <w:lang w:eastAsia="ru-RU"/>
    </w:rPr>
  </w:style>
  <w:style w:type="paragraph" w:styleId="BalloonText">
    <w:name w:val="Balloon Text"/>
    <w:basedOn w:val="Normal"/>
    <w:link w:val="BalloonTextChar"/>
    <w:uiPriority w:val="99"/>
    <w:rsid w:val="008B5C39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B5C39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72000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5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35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29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53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12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21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27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28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31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55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23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48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33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16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20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50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734">
          <w:marLeft w:val="0"/>
          <w:marRight w:val="0"/>
          <w:marTop w:val="0"/>
          <w:marBottom w:val="1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460</TotalTime>
  <Pages>13</Pages>
  <Words>3655</Words>
  <Characters>20835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Imuschestvo20</cp:lastModifiedBy>
  <cp:revision>29</cp:revision>
  <cp:lastPrinted>2015-10-07T08:47:00Z</cp:lastPrinted>
  <dcterms:created xsi:type="dcterms:W3CDTF">2015-08-13T07:26:00Z</dcterms:created>
  <dcterms:modified xsi:type="dcterms:W3CDTF">2015-10-13T13:33:00Z</dcterms:modified>
</cp:coreProperties>
</file>