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9E" w:rsidRPr="00B41FD9" w:rsidRDefault="0005619E" w:rsidP="00B41FD9">
      <w:pPr>
        <w:jc w:val="center"/>
        <w:outlineLvl w:val="0"/>
        <w:rPr>
          <w:b/>
          <w:sz w:val="24"/>
        </w:rPr>
      </w:pPr>
      <w:r w:rsidRPr="008A15C7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6pt;height:79.8pt;visibility:visible">
            <v:imagedata r:id="rId4" o:title=""/>
          </v:shape>
        </w:pict>
      </w:r>
    </w:p>
    <w:p w:rsidR="0005619E" w:rsidRPr="00B41FD9" w:rsidRDefault="0005619E" w:rsidP="00B41FD9">
      <w:pPr>
        <w:jc w:val="center"/>
        <w:outlineLvl w:val="0"/>
        <w:rPr>
          <w:b/>
          <w:sz w:val="24"/>
        </w:rPr>
      </w:pPr>
    </w:p>
    <w:p w:rsidR="0005619E" w:rsidRPr="00B41FD9" w:rsidRDefault="0005619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05619E" w:rsidRPr="00EE0070" w:rsidRDefault="0005619E" w:rsidP="00B41FD9">
      <w:pPr>
        <w:jc w:val="center"/>
        <w:rPr>
          <w:sz w:val="16"/>
          <w:szCs w:val="16"/>
        </w:rPr>
      </w:pPr>
    </w:p>
    <w:p w:rsidR="0005619E" w:rsidRPr="00B41FD9" w:rsidRDefault="0005619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05619E" w:rsidRPr="00EE0070" w:rsidRDefault="0005619E" w:rsidP="00B41FD9">
      <w:pPr>
        <w:jc w:val="center"/>
        <w:rPr>
          <w:sz w:val="16"/>
          <w:szCs w:val="16"/>
        </w:rPr>
      </w:pPr>
    </w:p>
    <w:p w:rsidR="0005619E" w:rsidRPr="00B41FD9" w:rsidRDefault="0005619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05619E" w:rsidRPr="00B41FD9" w:rsidRDefault="0005619E" w:rsidP="00B41FD9">
      <w:pPr>
        <w:jc w:val="center"/>
        <w:rPr>
          <w:sz w:val="28"/>
        </w:rPr>
      </w:pPr>
    </w:p>
    <w:p w:rsidR="0005619E" w:rsidRPr="00B41FD9" w:rsidRDefault="0005619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>143500, г</w:t>
        </w:r>
      </w:smartTag>
      <w:r w:rsidRPr="00B41FD9">
        <w:rPr>
          <w:sz w:val="22"/>
        </w:rPr>
        <w:t>.Истра, пл.Революции,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05619E" w:rsidRPr="00B41FD9" w:rsidRDefault="0005619E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05619E" w:rsidRPr="00B41FD9" w:rsidRDefault="0005619E" w:rsidP="00B41F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05619E" w:rsidRDefault="0005619E" w:rsidP="00B41FD9">
      <w:pPr>
        <w:rPr>
          <w:sz w:val="24"/>
          <w:szCs w:val="24"/>
        </w:rPr>
      </w:pPr>
    </w:p>
    <w:p w:rsidR="0005619E" w:rsidRDefault="0005619E" w:rsidP="00B41FD9">
      <w:pPr>
        <w:rPr>
          <w:sz w:val="24"/>
          <w:szCs w:val="24"/>
        </w:rPr>
      </w:pPr>
    </w:p>
    <w:p w:rsidR="0005619E" w:rsidRDefault="0005619E" w:rsidP="00B41FD9">
      <w:pPr>
        <w:rPr>
          <w:sz w:val="24"/>
          <w:szCs w:val="24"/>
        </w:rPr>
      </w:pPr>
    </w:p>
    <w:p w:rsidR="0005619E" w:rsidRPr="00EE0070" w:rsidRDefault="0005619E" w:rsidP="008073BF">
      <w:pPr>
        <w:ind w:firstLine="708"/>
        <w:jc w:val="both"/>
        <w:rPr>
          <w:sz w:val="28"/>
          <w:szCs w:val="28"/>
        </w:rPr>
      </w:pPr>
      <w:r w:rsidRPr="00BB7413">
        <w:rPr>
          <w:b/>
          <w:color w:val="000000"/>
          <w:sz w:val="26"/>
          <w:szCs w:val="26"/>
        </w:rPr>
        <w:t xml:space="preserve">* </w:t>
      </w:r>
      <w:r w:rsidRPr="00EE0070">
        <w:rPr>
          <w:sz w:val="28"/>
          <w:szCs w:val="28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05619E" w:rsidRPr="00EE0070" w:rsidRDefault="0005619E" w:rsidP="006642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D3B93">
        <w:rPr>
          <w:sz w:val="26"/>
          <w:szCs w:val="26"/>
        </w:rPr>
        <w:t xml:space="preserve">площадь </w:t>
      </w:r>
      <w:r>
        <w:rPr>
          <w:sz w:val="26"/>
          <w:szCs w:val="26"/>
        </w:rPr>
        <w:t>1800 кв.</w:t>
      </w:r>
      <w:r w:rsidRPr="00AD3B93">
        <w:rPr>
          <w:sz w:val="26"/>
          <w:szCs w:val="26"/>
        </w:rPr>
        <w:t xml:space="preserve">м, категория земель - «земли населенных пунктов», вид разрешенного использования - «для </w:t>
      </w:r>
      <w:r>
        <w:rPr>
          <w:sz w:val="26"/>
          <w:szCs w:val="26"/>
        </w:rPr>
        <w:t>ведения личного  подсобного хозяйства</w:t>
      </w:r>
      <w:r w:rsidRPr="00AD3B93">
        <w:rPr>
          <w:sz w:val="26"/>
          <w:szCs w:val="26"/>
        </w:rPr>
        <w:t xml:space="preserve">», расположенный по адресу: Московская область, Истринский район, сельское поселение </w:t>
      </w:r>
      <w:r>
        <w:rPr>
          <w:sz w:val="26"/>
          <w:szCs w:val="26"/>
        </w:rPr>
        <w:t>Бужаровское</w:t>
      </w:r>
      <w:r w:rsidRPr="00AD3B93">
        <w:rPr>
          <w:sz w:val="26"/>
          <w:szCs w:val="26"/>
        </w:rPr>
        <w:t xml:space="preserve">, </w:t>
      </w:r>
      <w:r>
        <w:rPr>
          <w:sz w:val="26"/>
          <w:szCs w:val="26"/>
        </w:rPr>
        <w:t>деревня Бужарово</w:t>
      </w:r>
      <w:r w:rsidRPr="00EE0070">
        <w:rPr>
          <w:sz w:val="28"/>
          <w:szCs w:val="28"/>
        </w:rPr>
        <w:t>,</w:t>
      </w:r>
      <w:r w:rsidRPr="001D698D">
        <w:rPr>
          <w:sz w:val="26"/>
          <w:szCs w:val="26"/>
        </w:rPr>
        <w:t xml:space="preserve"> </w:t>
      </w:r>
      <w:r w:rsidRPr="00AD3B93">
        <w:rPr>
          <w:sz w:val="26"/>
          <w:szCs w:val="26"/>
        </w:rPr>
        <w:t>для целей: «</w:t>
      </w:r>
      <w:r>
        <w:rPr>
          <w:sz w:val="26"/>
          <w:szCs w:val="26"/>
          <w:lang w:eastAsia="en-US"/>
        </w:rPr>
        <w:t>Размещение жилого дома, не предназначенного для раздела на квартиры (дома, пригодные для постоянного проживания, высотой не выше трех надземных этажей); производство сельскохозяйственной продукции, размещение гаража и иных вспомогательных сооружений, содержание сельскохозяйственных животных.)</w:t>
      </w:r>
    </w:p>
    <w:p w:rsidR="0005619E" w:rsidRPr="00EE0070" w:rsidRDefault="0005619E" w:rsidP="0066427A">
      <w:pPr>
        <w:ind w:firstLine="709"/>
        <w:jc w:val="both"/>
        <w:rPr>
          <w:sz w:val="28"/>
          <w:szCs w:val="28"/>
        </w:rPr>
      </w:pPr>
      <w:r w:rsidRPr="00EE0070">
        <w:rPr>
          <w:sz w:val="28"/>
          <w:szCs w:val="28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05619E" w:rsidRPr="00EE0070" w:rsidRDefault="0005619E" w:rsidP="0066427A">
      <w:pPr>
        <w:ind w:firstLine="709"/>
        <w:jc w:val="both"/>
        <w:rPr>
          <w:sz w:val="28"/>
          <w:szCs w:val="28"/>
        </w:rPr>
      </w:pPr>
      <w:r w:rsidRPr="00EE0070">
        <w:rPr>
          <w:sz w:val="28"/>
          <w:szCs w:val="28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r w:rsidRPr="00EE0070">
        <w:rPr>
          <w:sz w:val="28"/>
          <w:szCs w:val="28"/>
          <w:u w:val="single"/>
          <w:lang w:val="en-US"/>
        </w:rPr>
        <w:t>adm</w:t>
      </w:r>
      <w:r w:rsidRPr="00EE0070">
        <w:rPr>
          <w:sz w:val="28"/>
          <w:szCs w:val="28"/>
          <w:u w:val="single"/>
        </w:rPr>
        <w:t>@</w:t>
      </w:r>
      <w:r w:rsidRPr="00EE0070">
        <w:rPr>
          <w:sz w:val="28"/>
          <w:szCs w:val="28"/>
          <w:u w:val="single"/>
          <w:lang w:val="en-US"/>
        </w:rPr>
        <w:t>istra</w:t>
      </w:r>
      <w:r w:rsidRPr="00EE0070">
        <w:rPr>
          <w:sz w:val="28"/>
          <w:szCs w:val="28"/>
          <w:u w:val="single"/>
        </w:rPr>
        <w:t>-</w:t>
      </w:r>
      <w:r w:rsidRPr="00EE0070">
        <w:rPr>
          <w:sz w:val="28"/>
          <w:szCs w:val="28"/>
          <w:u w:val="single"/>
          <w:lang w:val="en-US"/>
        </w:rPr>
        <w:t>adm</w:t>
      </w:r>
      <w:r w:rsidRPr="00EE0070">
        <w:rPr>
          <w:sz w:val="28"/>
          <w:szCs w:val="28"/>
          <w:u w:val="single"/>
        </w:rPr>
        <w:t>.</w:t>
      </w:r>
      <w:r w:rsidRPr="00EE0070">
        <w:rPr>
          <w:sz w:val="28"/>
          <w:szCs w:val="28"/>
          <w:u w:val="single"/>
          <w:lang w:val="en-US"/>
        </w:rPr>
        <w:t>ru</w:t>
      </w:r>
      <w:r w:rsidRPr="00EE0070">
        <w:rPr>
          <w:sz w:val="28"/>
          <w:szCs w:val="28"/>
          <w:u w:val="single"/>
        </w:rPr>
        <w:t>.</w:t>
      </w:r>
    </w:p>
    <w:p w:rsidR="0005619E" w:rsidRPr="00EE0070" w:rsidRDefault="0005619E" w:rsidP="0066427A">
      <w:pPr>
        <w:ind w:firstLine="709"/>
        <w:jc w:val="both"/>
        <w:rPr>
          <w:sz w:val="28"/>
          <w:szCs w:val="28"/>
        </w:rPr>
      </w:pPr>
      <w:r w:rsidRPr="00EE0070">
        <w:rPr>
          <w:sz w:val="28"/>
          <w:szCs w:val="28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05619E" w:rsidRPr="00EE0070" w:rsidRDefault="0005619E" w:rsidP="0066427A">
      <w:pPr>
        <w:ind w:firstLine="709"/>
        <w:jc w:val="both"/>
        <w:rPr>
          <w:sz w:val="28"/>
          <w:szCs w:val="28"/>
        </w:rPr>
      </w:pPr>
      <w:r w:rsidRPr="00EE0070">
        <w:rPr>
          <w:sz w:val="28"/>
          <w:szCs w:val="28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</w:p>
    <w:p w:rsidR="0005619E" w:rsidRDefault="0005619E" w:rsidP="0066427A">
      <w:pPr>
        <w:jc w:val="center"/>
        <w:rPr>
          <w:color w:val="000000"/>
          <w:sz w:val="28"/>
          <w:szCs w:val="28"/>
        </w:rPr>
      </w:pPr>
    </w:p>
    <w:p w:rsidR="0005619E" w:rsidRDefault="0005619E" w:rsidP="0066427A">
      <w:pPr>
        <w:jc w:val="center"/>
        <w:rPr>
          <w:color w:val="000000"/>
          <w:sz w:val="28"/>
          <w:szCs w:val="28"/>
        </w:rPr>
      </w:pPr>
    </w:p>
    <w:p w:rsidR="0005619E" w:rsidRDefault="0005619E" w:rsidP="0066427A">
      <w:pPr>
        <w:jc w:val="center"/>
        <w:rPr>
          <w:color w:val="000000"/>
          <w:sz w:val="28"/>
          <w:szCs w:val="28"/>
        </w:rPr>
      </w:pPr>
    </w:p>
    <w:p w:rsidR="0005619E" w:rsidRDefault="0005619E" w:rsidP="0066427A">
      <w:pPr>
        <w:jc w:val="center"/>
        <w:rPr>
          <w:color w:val="000000"/>
          <w:sz w:val="28"/>
          <w:szCs w:val="28"/>
        </w:rPr>
      </w:pPr>
    </w:p>
    <w:p w:rsidR="0005619E" w:rsidRPr="00EE0070" w:rsidRDefault="0005619E" w:rsidP="0066427A">
      <w:pPr>
        <w:jc w:val="center"/>
        <w:rPr>
          <w:color w:val="000000"/>
          <w:sz w:val="28"/>
          <w:szCs w:val="28"/>
        </w:rPr>
      </w:pPr>
    </w:p>
    <w:p w:rsidR="0005619E" w:rsidRPr="00EE0070" w:rsidRDefault="0005619E" w:rsidP="008073BF">
      <w:pPr>
        <w:jc w:val="center"/>
        <w:rPr>
          <w:color w:val="000000"/>
          <w:sz w:val="28"/>
          <w:szCs w:val="28"/>
        </w:rPr>
      </w:pPr>
      <w:r w:rsidRPr="00EE0070">
        <w:rPr>
          <w:color w:val="000000"/>
          <w:sz w:val="28"/>
          <w:szCs w:val="28"/>
        </w:rPr>
        <w:t>Дата и вр</w:t>
      </w:r>
      <w:r>
        <w:rPr>
          <w:color w:val="000000"/>
          <w:sz w:val="28"/>
          <w:szCs w:val="28"/>
        </w:rPr>
        <w:t>емя начала приема заявлений – 17</w:t>
      </w:r>
      <w:r w:rsidRPr="00EE0070">
        <w:rPr>
          <w:color w:val="000000"/>
          <w:sz w:val="28"/>
          <w:szCs w:val="28"/>
        </w:rPr>
        <w:t>.08.2018 в 15:00</w:t>
      </w:r>
    </w:p>
    <w:p w:rsidR="0005619E" w:rsidRPr="00EE0070" w:rsidRDefault="0005619E" w:rsidP="008073BF">
      <w:pPr>
        <w:jc w:val="center"/>
        <w:rPr>
          <w:color w:val="000000"/>
          <w:sz w:val="28"/>
          <w:szCs w:val="28"/>
        </w:rPr>
      </w:pPr>
      <w:r w:rsidRPr="00EE0070">
        <w:rPr>
          <w:color w:val="000000"/>
          <w:sz w:val="28"/>
          <w:szCs w:val="28"/>
        </w:rPr>
        <w:t>Дата и вр</w:t>
      </w:r>
      <w:r>
        <w:rPr>
          <w:color w:val="000000"/>
          <w:sz w:val="28"/>
          <w:szCs w:val="28"/>
        </w:rPr>
        <w:t>емя окончания приема заявок – 17</w:t>
      </w:r>
      <w:r w:rsidRPr="00EE0070">
        <w:rPr>
          <w:color w:val="000000"/>
          <w:sz w:val="28"/>
          <w:szCs w:val="28"/>
        </w:rPr>
        <w:t>.09.2018 в 15:00</w:t>
      </w:r>
    </w:p>
    <w:p w:rsidR="0005619E" w:rsidRPr="00EE0070" w:rsidRDefault="0005619E" w:rsidP="008073BF">
      <w:pPr>
        <w:jc w:val="center"/>
        <w:rPr>
          <w:color w:val="000000"/>
          <w:sz w:val="28"/>
          <w:szCs w:val="28"/>
        </w:rPr>
      </w:pPr>
      <w:r w:rsidRPr="00EE0070">
        <w:rPr>
          <w:color w:val="000000"/>
          <w:sz w:val="28"/>
          <w:szCs w:val="28"/>
        </w:rPr>
        <w:t xml:space="preserve">Дата подведения итогов </w:t>
      </w:r>
      <w:r>
        <w:rPr>
          <w:color w:val="000000"/>
          <w:sz w:val="28"/>
          <w:szCs w:val="28"/>
        </w:rPr>
        <w:t>– 18</w:t>
      </w:r>
      <w:r w:rsidRPr="00EE0070">
        <w:rPr>
          <w:color w:val="000000"/>
          <w:sz w:val="28"/>
          <w:szCs w:val="28"/>
        </w:rPr>
        <w:t xml:space="preserve">.09.2018 </w:t>
      </w:r>
    </w:p>
    <w:p w:rsidR="0005619E" w:rsidRPr="00EE0070" w:rsidRDefault="0005619E" w:rsidP="0066427A">
      <w:pPr>
        <w:ind w:firstLine="562"/>
        <w:jc w:val="center"/>
        <w:rPr>
          <w:color w:val="000000"/>
          <w:sz w:val="28"/>
          <w:szCs w:val="28"/>
        </w:rPr>
      </w:pPr>
    </w:p>
    <w:p w:rsidR="0005619E" w:rsidRPr="00EE0070" w:rsidRDefault="0005619E" w:rsidP="0066427A">
      <w:pPr>
        <w:ind w:firstLine="709"/>
        <w:jc w:val="both"/>
        <w:rPr>
          <w:color w:val="000000"/>
          <w:sz w:val="28"/>
          <w:szCs w:val="28"/>
        </w:rPr>
      </w:pPr>
      <w:r w:rsidRPr="00EE0070">
        <w:rPr>
          <w:color w:val="000000"/>
          <w:sz w:val="28"/>
          <w:szCs w:val="28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05619E" w:rsidRPr="00EE0070" w:rsidRDefault="0005619E" w:rsidP="0066427A">
      <w:pPr>
        <w:rPr>
          <w:color w:val="000000"/>
          <w:sz w:val="28"/>
          <w:szCs w:val="28"/>
        </w:rPr>
      </w:pPr>
      <w:r w:rsidRPr="00EE0070">
        <w:rPr>
          <w:color w:val="000000"/>
          <w:sz w:val="28"/>
          <w:szCs w:val="28"/>
        </w:rPr>
        <w:t xml:space="preserve">Приемный день – понедельник (с 14-00 до 18-00 часов). </w:t>
      </w:r>
    </w:p>
    <w:p w:rsidR="0005619E" w:rsidRPr="00EE0070" w:rsidRDefault="0005619E" w:rsidP="0066427A">
      <w:pPr>
        <w:rPr>
          <w:sz w:val="28"/>
          <w:szCs w:val="28"/>
        </w:rPr>
      </w:pPr>
      <w:r w:rsidRPr="00EE0070">
        <w:rPr>
          <w:color w:val="000000"/>
          <w:sz w:val="28"/>
          <w:szCs w:val="28"/>
        </w:rPr>
        <w:t>Контактный телефон: 8-498-313-25-36</w:t>
      </w:r>
      <w:r w:rsidRPr="00EE0070">
        <w:rPr>
          <w:b/>
          <w:color w:val="000000"/>
          <w:sz w:val="28"/>
          <w:szCs w:val="28"/>
        </w:rPr>
        <w:t>*</w:t>
      </w:r>
    </w:p>
    <w:p w:rsidR="0005619E" w:rsidRPr="00EE0070" w:rsidRDefault="0005619E" w:rsidP="0066427A">
      <w:pPr>
        <w:widowControl w:val="0"/>
        <w:suppressAutoHyphens/>
        <w:autoSpaceDE w:val="0"/>
        <w:autoSpaceDN w:val="0"/>
        <w:adjustRightInd w:val="0"/>
        <w:rPr>
          <w:spacing w:val="20"/>
          <w:sz w:val="28"/>
          <w:szCs w:val="28"/>
        </w:rPr>
      </w:pPr>
    </w:p>
    <w:p w:rsidR="0005619E" w:rsidRPr="00EE0070" w:rsidRDefault="0005619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8"/>
          <w:szCs w:val="28"/>
        </w:rPr>
      </w:pPr>
    </w:p>
    <w:p w:rsidR="0005619E" w:rsidRPr="00EE0070" w:rsidRDefault="0005619E" w:rsidP="00712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0070">
        <w:rPr>
          <w:sz w:val="28"/>
          <w:szCs w:val="28"/>
        </w:rPr>
        <w:t>Заместитель руководителя администрации</w:t>
      </w:r>
    </w:p>
    <w:p w:rsidR="0005619E" w:rsidRPr="00EE0070" w:rsidRDefault="0005619E" w:rsidP="00712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0070">
        <w:rPr>
          <w:sz w:val="28"/>
          <w:szCs w:val="28"/>
        </w:rPr>
        <w:t xml:space="preserve">городского округа Истра – начальник управления </w:t>
      </w:r>
    </w:p>
    <w:p w:rsidR="0005619E" w:rsidRPr="00EE0070" w:rsidRDefault="0005619E" w:rsidP="00712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0070">
        <w:rPr>
          <w:sz w:val="28"/>
          <w:szCs w:val="28"/>
        </w:rPr>
        <w:t xml:space="preserve">имущественно-земельных отношений </w:t>
      </w:r>
    </w:p>
    <w:p w:rsidR="0005619E" w:rsidRPr="00EE0070" w:rsidRDefault="0005619E" w:rsidP="007128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E0070">
        <w:rPr>
          <w:sz w:val="28"/>
          <w:szCs w:val="28"/>
        </w:rPr>
        <w:t xml:space="preserve">и аграрной политики   </w:t>
      </w:r>
      <w:r w:rsidRPr="00EE0070">
        <w:rPr>
          <w:sz w:val="28"/>
          <w:szCs w:val="28"/>
        </w:rPr>
        <w:tab/>
      </w:r>
      <w:r w:rsidRPr="00EE0070">
        <w:rPr>
          <w:sz w:val="28"/>
          <w:szCs w:val="28"/>
        </w:rPr>
        <w:tab/>
      </w:r>
      <w:r w:rsidRPr="00EE0070">
        <w:rPr>
          <w:sz w:val="28"/>
          <w:szCs w:val="28"/>
        </w:rPr>
        <w:tab/>
      </w:r>
      <w:r w:rsidRPr="00EE0070">
        <w:rPr>
          <w:sz w:val="28"/>
          <w:szCs w:val="28"/>
        </w:rPr>
        <w:tab/>
      </w:r>
      <w:r w:rsidRPr="00EE0070">
        <w:rPr>
          <w:sz w:val="28"/>
          <w:szCs w:val="28"/>
        </w:rPr>
        <w:tab/>
      </w:r>
      <w:r w:rsidRPr="00EE0070">
        <w:rPr>
          <w:sz w:val="28"/>
          <w:szCs w:val="28"/>
        </w:rPr>
        <w:tab/>
        <w:t xml:space="preserve">                         С.С. Рудковская</w:t>
      </w:r>
    </w:p>
    <w:p w:rsidR="0005619E" w:rsidRPr="00EE0070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spacing w:val="20"/>
          <w:sz w:val="28"/>
          <w:szCs w:val="28"/>
        </w:rPr>
      </w:pPr>
    </w:p>
    <w:p w:rsidR="0005619E" w:rsidRPr="00EE0070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spacing w:val="20"/>
          <w:sz w:val="28"/>
          <w:szCs w:val="28"/>
        </w:rPr>
      </w:pPr>
    </w:p>
    <w:p w:rsidR="0005619E" w:rsidRPr="00EE0070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spacing w:val="20"/>
          <w:sz w:val="28"/>
          <w:szCs w:val="28"/>
        </w:rPr>
      </w:pPr>
    </w:p>
    <w:p w:rsidR="0005619E" w:rsidRPr="00EE0070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spacing w:val="20"/>
          <w:sz w:val="28"/>
          <w:szCs w:val="28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  <w:bookmarkStart w:id="0" w:name="_GoBack"/>
      <w:bookmarkEnd w:id="0"/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Pr="00BB7413" w:rsidRDefault="0005619E" w:rsidP="00712853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ahoma" w:hAnsi="Tahoma" w:cs="Tahoma"/>
          <w:spacing w:val="20"/>
          <w:sz w:val="26"/>
          <w:szCs w:val="26"/>
        </w:rPr>
      </w:pPr>
    </w:p>
    <w:p w:rsidR="0005619E" w:rsidRPr="00BB7413" w:rsidRDefault="0005619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r>
        <w:rPr>
          <w:spacing w:val="20"/>
          <w:sz w:val="16"/>
          <w:szCs w:val="16"/>
        </w:rPr>
        <w:t>Исп: Морковкина Е.Н.</w:t>
      </w:r>
    </w:p>
    <w:p w:rsidR="0005619E" w:rsidRDefault="0005619E" w:rsidP="00712853">
      <w:pPr>
        <w:widowControl w:val="0"/>
        <w:suppressAutoHyphens/>
        <w:autoSpaceDE w:val="0"/>
        <w:autoSpaceDN w:val="0"/>
        <w:adjustRightInd w:val="0"/>
      </w:pPr>
      <w:r>
        <w:rPr>
          <w:sz w:val="16"/>
          <w:szCs w:val="16"/>
        </w:rPr>
        <w:t>тел: 8-498-313-25-36</w:t>
      </w:r>
    </w:p>
    <w:sectPr w:rsidR="0005619E" w:rsidSect="008073BF">
      <w:pgSz w:w="11906" w:h="16838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FD9"/>
    <w:rsid w:val="00022C3C"/>
    <w:rsid w:val="0005619E"/>
    <w:rsid w:val="000E44E9"/>
    <w:rsid w:val="0010578D"/>
    <w:rsid w:val="001233C0"/>
    <w:rsid w:val="00165A60"/>
    <w:rsid w:val="00180031"/>
    <w:rsid w:val="00184591"/>
    <w:rsid w:val="0019744E"/>
    <w:rsid w:val="001C0E96"/>
    <w:rsid w:val="001D5D2F"/>
    <w:rsid w:val="001D698D"/>
    <w:rsid w:val="001F5A51"/>
    <w:rsid w:val="00237957"/>
    <w:rsid w:val="0027768A"/>
    <w:rsid w:val="003B7160"/>
    <w:rsid w:val="0043343F"/>
    <w:rsid w:val="004C39B7"/>
    <w:rsid w:val="00517FF0"/>
    <w:rsid w:val="005F3327"/>
    <w:rsid w:val="0066427A"/>
    <w:rsid w:val="006B1998"/>
    <w:rsid w:val="006F6088"/>
    <w:rsid w:val="0070324B"/>
    <w:rsid w:val="00712853"/>
    <w:rsid w:val="00714710"/>
    <w:rsid w:val="00745451"/>
    <w:rsid w:val="00770E5F"/>
    <w:rsid w:val="00784A6D"/>
    <w:rsid w:val="008073BF"/>
    <w:rsid w:val="0083190F"/>
    <w:rsid w:val="00835A2C"/>
    <w:rsid w:val="00866E53"/>
    <w:rsid w:val="008A15C7"/>
    <w:rsid w:val="00912104"/>
    <w:rsid w:val="009310B5"/>
    <w:rsid w:val="009E7BB3"/>
    <w:rsid w:val="009F4205"/>
    <w:rsid w:val="00AD3B93"/>
    <w:rsid w:val="00B41FD9"/>
    <w:rsid w:val="00BB7413"/>
    <w:rsid w:val="00C139E0"/>
    <w:rsid w:val="00C74891"/>
    <w:rsid w:val="00C8063E"/>
    <w:rsid w:val="00CA5823"/>
    <w:rsid w:val="00CB2DBA"/>
    <w:rsid w:val="00CF5374"/>
    <w:rsid w:val="00D567B1"/>
    <w:rsid w:val="00D56C74"/>
    <w:rsid w:val="00DA2327"/>
    <w:rsid w:val="00DA277D"/>
    <w:rsid w:val="00DE6DB8"/>
    <w:rsid w:val="00E126B4"/>
    <w:rsid w:val="00EC6BF8"/>
    <w:rsid w:val="00EE0070"/>
    <w:rsid w:val="00F13C71"/>
    <w:rsid w:val="00F42D7B"/>
    <w:rsid w:val="00F46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41FD9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B41FD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426</Words>
  <Characters>2433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Rezerv</cp:lastModifiedBy>
  <cp:revision>16</cp:revision>
  <cp:lastPrinted>2018-08-13T09:27:00Z</cp:lastPrinted>
  <dcterms:created xsi:type="dcterms:W3CDTF">2018-05-28T10:06:00Z</dcterms:created>
  <dcterms:modified xsi:type="dcterms:W3CDTF">2018-08-13T09:27:00Z</dcterms:modified>
</cp:coreProperties>
</file>